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F946D" w14:textId="77777777" w:rsidR="009E0D57" w:rsidRPr="00E416F2" w:rsidRDefault="00CF7A17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CF7A17">
        <w:rPr>
          <w:iCs/>
          <w:caps w:val="0"/>
          <w:kern w:val="0"/>
          <w:sz w:val="24"/>
          <w:szCs w:val="24"/>
        </w:rPr>
        <w:t>Отчет о сделках</w:t>
      </w:r>
      <w:r>
        <w:rPr>
          <w:iCs/>
          <w:caps w:val="0"/>
          <w:kern w:val="0"/>
          <w:sz w:val="24"/>
          <w:szCs w:val="24"/>
        </w:rPr>
        <w:t>,</w:t>
      </w:r>
      <w:r w:rsidRPr="00CF7A17">
        <w:rPr>
          <w:iCs/>
          <w:caps w:val="0"/>
          <w:kern w:val="0"/>
          <w:sz w:val="24"/>
          <w:szCs w:val="24"/>
        </w:rPr>
        <w:t xml:space="preserve"> подлежащих исполнению</w:t>
      </w:r>
      <w:r w:rsidR="003B2F47" w:rsidRPr="003B2F47">
        <w:rPr>
          <w:iCs/>
          <w:caps w:val="0"/>
          <w:kern w:val="0"/>
          <w:sz w:val="24"/>
          <w:szCs w:val="24"/>
        </w:rPr>
        <w:t xml:space="preserve"> (ССХ</w:t>
      </w:r>
      <w:r>
        <w:rPr>
          <w:iCs/>
          <w:caps w:val="0"/>
          <w:kern w:val="0"/>
          <w:sz w:val="24"/>
          <w:szCs w:val="24"/>
        </w:rPr>
        <w:t>0</w:t>
      </w:r>
      <w:r w:rsidR="003B2F47" w:rsidRPr="003B2F47">
        <w:rPr>
          <w:iCs/>
          <w:caps w:val="0"/>
          <w:kern w:val="0"/>
          <w:sz w:val="24"/>
          <w:szCs w:val="24"/>
        </w:rPr>
        <w:t xml:space="preserve">3)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58BDCBF3" w14:textId="77777777" w:rsidR="008C3897" w:rsidRPr="00E416F2" w:rsidRDefault="008C3897" w:rsidP="008C3897"/>
    <w:p w14:paraId="04460585" w14:textId="77777777" w:rsidR="00CF7A17" w:rsidRPr="00790846" w:rsidRDefault="00CF7A17" w:rsidP="00CF7A17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790846">
        <w:rPr>
          <w:sz w:val="18"/>
          <w:szCs w:val="18"/>
        </w:rPr>
        <w:t>Дата и Время формирования отчета</w:t>
      </w:r>
      <w:r w:rsidR="0049140D">
        <w:rPr>
          <w:sz w:val="18"/>
          <w:szCs w:val="18"/>
        </w:rPr>
        <w:t>:</w:t>
      </w:r>
      <w:r w:rsidRPr="00790846">
        <w:rPr>
          <w:sz w:val="18"/>
          <w:szCs w:val="18"/>
        </w:rPr>
        <w:t xml:space="preserve"> &lt;Дата&gt; &lt;Время&gt;</w:t>
      </w:r>
    </w:p>
    <w:p w14:paraId="0D4E636F" w14:textId="53C166BB" w:rsidR="00CF7A17" w:rsidRPr="00790846" w:rsidRDefault="0049140D" w:rsidP="00CF7A17">
      <w:pPr>
        <w:pStyle w:val="Text"/>
        <w:rPr>
          <w:b/>
          <w:sz w:val="18"/>
          <w:szCs w:val="18"/>
        </w:rPr>
      </w:pPr>
      <w:bookmarkStart w:id="2" w:name="_Hlk179214248"/>
      <w:r w:rsidRPr="0049140D">
        <w:rPr>
          <w:sz w:val="18"/>
          <w:szCs w:val="18"/>
        </w:rPr>
        <w:t>НКО ЦК</w:t>
      </w:r>
      <w:r w:rsidR="009A1B84">
        <w:rPr>
          <w:sz w:val="18"/>
          <w:szCs w:val="18"/>
        </w:rPr>
        <w:t xml:space="preserve"> </w:t>
      </w:r>
      <w:r w:rsidR="006225D4" w:rsidRPr="006225D4">
        <w:rPr>
          <w:sz w:val="18"/>
          <w:szCs w:val="18"/>
        </w:rPr>
        <w:t>"</w:t>
      </w:r>
      <w:r w:rsidR="009A1B84">
        <w:rPr>
          <w:sz w:val="18"/>
          <w:szCs w:val="18"/>
        </w:rPr>
        <w:t>ЭФИР</w:t>
      </w:r>
      <w:r w:rsidR="006225D4" w:rsidRPr="006225D4">
        <w:rPr>
          <w:sz w:val="18"/>
          <w:szCs w:val="18"/>
        </w:rPr>
        <w:t>"</w:t>
      </w:r>
      <w:r w:rsidRPr="0049140D">
        <w:rPr>
          <w:sz w:val="18"/>
          <w:szCs w:val="18"/>
        </w:rPr>
        <w:t xml:space="preserve"> (АО)</w:t>
      </w:r>
    </w:p>
    <w:bookmarkEnd w:id="2"/>
    <w:p w14:paraId="134961EF" w14:textId="77777777" w:rsidR="00CF7A17" w:rsidRPr="00790846" w:rsidRDefault="00B903EB" w:rsidP="00CF7A17">
      <w:pPr>
        <w:pStyle w:val="Text"/>
        <w:spacing w:before="120"/>
        <w:jc w:val="center"/>
        <w:rPr>
          <w:b/>
          <w:sz w:val="18"/>
          <w:szCs w:val="18"/>
        </w:rPr>
      </w:pPr>
      <w:r w:rsidRPr="00B903EB">
        <w:rPr>
          <w:b/>
          <w:sz w:val="18"/>
          <w:szCs w:val="18"/>
        </w:rPr>
        <w:t>ОТЧЕТ О СДЕЛКАХ, ПОДЛЕЖАЩИХ ИСПОЛНЕНИЮ</w:t>
      </w:r>
      <w:r w:rsidRPr="00CF7A17">
        <w:rPr>
          <w:b/>
          <w:sz w:val="18"/>
          <w:szCs w:val="18"/>
        </w:rPr>
        <w:t xml:space="preserve"> </w:t>
      </w:r>
    </w:p>
    <w:p w14:paraId="013EC1AE" w14:textId="77777777" w:rsidR="00CF7A17" w:rsidRPr="00790846" w:rsidRDefault="00CF7A17" w:rsidP="00CF7A17">
      <w:pPr>
        <w:pStyle w:val="Text"/>
        <w:spacing w:before="120"/>
        <w:jc w:val="left"/>
        <w:rPr>
          <w:sz w:val="18"/>
          <w:szCs w:val="18"/>
        </w:rPr>
      </w:pPr>
      <w:r w:rsidRPr="00790846">
        <w:rPr>
          <w:sz w:val="18"/>
          <w:szCs w:val="18"/>
        </w:rPr>
        <w:t>Дата, за которую сформирован отчет: &lt;Дата&gt;</w:t>
      </w:r>
    </w:p>
    <w:p w14:paraId="5F98D7FF" w14:textId="77777777" w:rsidR="00CF7A17" w:rsidRPr="0090010E" w:rsidRDefault="00A7299C" w:rsidP="00CF7A17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790846">
        <w:rPr>
          <w:sz w:val="18"/>
          <w:szCs w:val="18"/>
        </w:rPr>
        <w:t xml:space="preserve"> </w:t>
      </w:r>
      <w:r w:rsidR="00CF7A17" w:rsidRPr="00790846">
        <w:rPr>
          <w:sz w:val="18"/>
          <w:szCs w:val="18"/>
        </w:rPr>
        <w:t xml:space="preserve">Участника клиринга: </w:t>
      </w:r>
      <w:r w:rsidR="0090010E" w:rsidRPr="0090010E">
        <w:rPr>
          <w:sz w:val="18"/>
          <w:szCs w:val="18"/>
        </w:rPr>
        <w:t>&lt;</w:t>
      </w:r>
      <w:r>
        <w:rPr>
          <w:sz w:val="18"/>
          <w:szCs w:val="18"/>
        </w:rPr>
        <w:t>Клиринговый код</w:t>
      </w:r>
      <w:r w:rsidRPr="00790846">
        <w:rPr>
          <w:sz w:val="18"/>
          <w:szCs w:val="18"/>
        </w:rPr>
        <w:t xml:space="preserve"> </w:t>
      </w:r>
      <w:r w:rsidR="0090010E" w:rsidRPr="00790846">
        <w:rPr>
          <w:sz w:val="18"/>
          <w:szCs w:val="18"/>
        </w:rPr>
        <w:t>Участника клиринга</w:t>
      </w:r>
      <w:r w:rsidR="0090010E" w:rsidRPr="0090010E">
        <w:rPr>
          <w:sz w:val="18"/>
          <w:szCs w:val="18"/>
        </w:rPr>
        <w:t>&gt;</w:t>
      </w:r>
    </w:p>
    <w:p w14:paraId="05A33CCA" w14:textId="77777777" w:rsidR="00CF7A17" w:rsidRPr="0090010E" w:rsidRDefault="00CF7A17" w:rsidP="00CF7A17">
      <w:pPr>
        <w:pStyle w:val="Text"/>
        <w:rPr>
          <w:sz w:val="18"/>
          <w:szCs w:val="18"/>
        </w:rPr>
      </w:pPr>
      <w:r w:rsidRPr="00790846">
        <w:rPr>
          <w:sz w:val="18"/>
          <w:szCs w:val="18"/>
        </w:rPr>
        <w:t>Наименование Участника клиринга:</w:t>
      </w:r>
      <w:r w:rsidR="0090010E" w:rsidRPr="0090010E">
        <w:rPr>
          <w:sz w:val="18"/>
          <w:szCs w:val="18"/>
        </w:rPr>
        <w:t xml:space="preserve"> &lt;</w:t>
      </w:r>
      <w:r w:rsidR="0090010E" w:rsidRPr="00790846">
        <w:rPr>
          <w:sz w:val="18"/>
          <w:szCs w:val="18"/>
        </w:rPr>
        <w:t>Наименование Участника клиринга</w:t>
      </w:r>
      <w:r w:rsidR="0090010E" w:rsidRPr="0090010E">
        <w:rPr>
          <w:sz w:val="18"/>
          <w:szCs w:val="18"/>
        </w:rPr>
        <w:t>&gt;</w:t>
      </w:r>
    </w:p>
    <w:p w14:paraId="625FC695" w14:textId="77777777" w:rsidR="00CF7A17" w:rsidRPr="00790846" w:rsidRDefault="00CF7A17" w:rsidP="00CF7A17">
      <w:pPr>
        <w:pStyle w:val="Text"/>
        <w:rPr>
          <w:sz w:val="18"/>
          <w:szCs w:val="18"/>
        </w:rPr>
      </w:pPr>
    </w:p>
    <w:p w14:paraId="0F521A9F" w14:textId="77777777" w:rsidR="00CF7A17" w:rsidRPr="0090010E" w:rsidRDefault="0090010E" w:rsidP="00CF7A17">
      <w:pPr>
        <w:pStyle w:val="Text"/>
        <w:rPr>
          <w:rStyle w:val="affff2"/>
          <w:sz w:val="18"/>
          <w:szCs w:val="18"/>
        </w:rPr>
      </w:pPr>
      <w:r>
        <w:rPr>
          <w:b/>
          <w:bCs/>
          <w:sz w:val="18"/>
          <w:szCs w:val="18"/>
        </w:rPr>
        <w:t>ТКР</w:t>
      </w:r>
      <w:r w:rsidRPr="0090010E">
        <w:rPr>
          <w:b/>
          <w:bCs/>
          <w:sz w:val="18"/>
          <w:szCs w:val="18"/>
        </w:rPr>
        <w:t>: &lt;</w:t>
      </w:r>
      <w:r w:rsidR="00184A89" w:rsidRPr="0090010E">
        <w:rPr>
          <w:b/>
          <w:bCs/>
          <w:sz w:val="18"/>
          <w:szCs w:val="18"/>
        </w:rPr>
        <w:t>ТКР</w:t>
      </w:r>
      <w:r w:rsidRPr="0090010E">
        <w:rPr>
          <w:b/>
          <w:bCs/>
          <w:sz w:val="18"/>
          <w:szCs w:val="18"/>
        </w:rPr>
        <w:t>&gt;</w:t>
      </w:r>
    </w:p>
    <w:p w14:paraId="5BD40D18" w14:textId="77777777" w:rsidR="00184A89" w:rsidRPr="0090010E" w:rsidRDefault="0090010E" w:rsidP="0090010E">
      <w:pPr>
        <w:pStyle w:val="Text"/>
        <w:tabs>
          <w:tab w:val="clear" w:pos="9356"/>
          <w:tab w:val="left" w:pos="2505"/>
        </w:tabs>
        <w:rPr>
          <w:sz w:val="18"/>
          <w:szCs w:val="18"/>
        </w:rPr>
      </w:pPr>
      <w:r w:rsidRPr="0090010E">
        <w:rPr>
          <w:sz w:val="18"/>
          <w:szCs w:val="18"/>
        </w:rPr>
        <w:tab/>
      </w:r>
    </w:p>
    <w:p w14:paraId="7107288F" w14:textId="77777777" w:rsidR="00CF7A17" w:rsidRPr="0090010E" w:rsidRDefault="00CF7A17" w:rsidP="00CF7A17">
      <w:pPr>
        <w:pStyle w:val="Text"/>
        <w:rPr>
          <w:sz w:val="18"/>
          <w:szCs w:val="18"/>
        </w:rPr>
      </w:pPr>
      <w:r w:rsidRPr="0090010E">
        <w:rPr>
          <w:sz w:val="18"/>
          <w:szCs w:val="18"/>
        </w:rPr>
        <w:t>Наименование валюты лота:</w:t>
      </w:r>
      <w:r w:rsidR="0090010E" w:rsidRPr="0090010E">
        <w:rPr>
          <w:sz w:val="18"/>
          <w:szCs w:val="18"/>
        </w:rPr>
        <w:t xml:space="preserve"> </w:t>
      </w:r>
      <w:r w:rsidR="0090010E" w:rsidRPr="0090010E">
        <w:rPr>
          <w:b/>
          <w:bCs/>
          <w:sz w:val="18"/>
          <w:szCs w:val="18"/>
        </w:rPr>
        <w:t>&lt;</w:t>
      </w:r>
      <w:r w:rsidR="0090010E" w:rsidRPr="0090010E">
        <w:rPr>
          <w:sz w:val="18"/>
          <w:szCs w:val="18"/>
        </w:rPr>
        <w:t>Наименование валюты лота</w:t>
      </w:r>
      <w:r w:rsidR="0090010E" w:rsidRPr="0090010E">
        <w:rPr>
          <w:b/>
          <w:bCs/>
          <w:sz w:val="18"/>
          <w:szCs w:val="18"/>
        </w:rPr>
        <w:t>&gt;</w:t>
      </w:r>
    </w:p>
    <w:p w14:paraId="3AABE3CB" w14:textId="77777777" w:rsidR="0090010E" w:rsidRPr="0090010E" w:rsidRDefault="00CF7A17" w:rsidP="0090010E">
      <w:pPr>
        <w:pStyle w:val="Text"/>
        <w:rPr>
          <w:sz w:val="18"/>
          <w:szCs w:val="18"/>
        </w:rPr>
      </w:pPr>
      <w:r w:rsidRPr="0090010E">
        <w:rPr>
          <w:sz w:val="18"/>
          <w:szCs w:val="18"/>
        </w:rPr>
        <w:t>Наименование сопряженной валюты:</w:t>
      </w:r>
      <w:r w:rsidR="0090010E" w:rsidRPr="0090010E">
        <w:rPr>
          <w:sz w:val="18"/>
          <w:szCs w:val="18"/>
        </w:rPr>
        <w:t xml:space="preserve"> </w:t>
      </w:r>
      <w:r w:rsidR="0090010E" w:rsidRPr="0090010E">
        <w:rPr>
          <w:b/>
          <w:bCs/>
          <w:sz w:val="18"/>
          <w:szCs w:val="18"/>
        </w:rPr>
        <w:t>&lt;</w:t>
      </w:r>
      <w:r w:rsidR="0090010E" w:rsidRPr="0090010E">
        <w:rPr>
          <w:sz w:val="18"/>
          <w:szCs w:val="18"/>
        </w:rPr>
        <w:t>Наименование сопряженной валюты лота</w:t>
      </w:r>
      <w:r w:rsidR="0090010E" w:rsidRPr="0090010E">
        <w:rPr>
          <w:b/>
          <w:bCs/>
          <w:sz w:val="18"/>
          <w:szCs w:val="18"/>
        </w:rPr>
        <w:t>&gt;</w:t>
      </w:r>
    </w:p>
    <w:p w14:paraId="6F4EC7AC" w14:textId="77777777" w:rsidR="00CF7A17" w:rsidRPr="00790846" w:rsidRDefault="00CF7A17" w:rsidP="00CF7A17">
      <w:pPr>
        <w:pStyle w:val="Text"/>
        <w:spacing w:after="120"/>
        <w:rPr>
          <w:sz w:val="18"/>
          <w:szCs w:val="18"/>
        </w:rPr>
      </w:pPr>
    </w:p>
    <w:tbl>
      <w:tblPr>
        <w:tblW w:w="1439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9"/>
        <w:gridCol w:w="1210"/>
        <w:gridCol w:w="1134"/>
        <w:gridCol w:w="1134"/>
        <w:gridCol w:w="774"/>
        <w:gridCol w:w="1316"/>
        <w:gridCol w:w="1316"/>
        <w:gridCol w:w="1316"/>
        <w:gridCol w:w="874"/>
        <w:gridCol w:w="814"/>
        <w:gridCol w:w="976"/>
        <w:gridCol w:w="1260"/>
        <w:gridCol w:w="1418"/>
      </w:tblGrid>
      <w:tr w:rsidR="00CF7A17" w:rsidRPr="00CF7A17" w14:paraId="0532CCE7" w14:textId="77777777" w:rsidTr="00BB0E41">
        <w:trPr>
          <w:trHeight w:hRule="exact" w:val="1192"/>
        </w:trPr>
        <w:tc>
          <w:tcPr>
            <w:tcW w:w="849" w:type="dxa"/>
          </w:tcPr>
          <w:p w14:paraId="3C4F0506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Номер сделки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14:paraId="3E80949E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Дата заключения сделки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5D23847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Время заключения сделки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4CC5F58D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Инструмент</w:t>
            </w:r>
          </w:p>
        </w:tc>
        <w:tc>
          <w:tcPr>
            <w:tcW w:w="774" w:type="dxa"/>
          </w:tcPr>
          <w:p w14:paraId="616A026E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Тип сделки</w:t>
            </w:r>
          </w:p>
        </w:tc>
        <w:tc>
          <w:tcPr>
            <w:tcW w:w="1316" w:type="dxa"/>
          </w:tcPr>
          <w:p w14:paraId="3AEC187E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Направление сделки</w:t>
            </w:r>
          </w:p>
        </w:tc>
        <w:tc>
          <w:tcPr>
            <w:tcW w:w="1316" w:type="dxa"/>
          </w:tcPr>
          <w:p w14:paraId="0E746E25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Объем в валюте лота (в единицах валюты)</w:t>
            </w:r>
          </w:p>
        </w:tc>
        <w:tc>
          <w:tcPr>
            <w:tcW w:w="1316" w:type="dxa"/>
          </w:tcPr>
          <w:p w14:paraId="23B24926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Объем в сопряженной валюте</w:t>
            </w:r>
          </w:p>
        </w:tc>
        <w:tc>
          <w:tcPr>
            <w:tcW w:w="874" w:type="dxa"/>
          </w:tcPr>
          <w:p w14:paraId="09AD0A21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Курс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14:paraId="4E6A46DD" w14:textId="77777777" w:rsidR="00CF7A17" w:rsidRPr="00790846" w:rsidRDefault="0009032E" w:rsidP="00BB0E41">
            <w:pPr>
              <w:pStyle w:val="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  <w:r w:rsidR="00CF7A17" w:rsidRPr="00790846">
              <w:rPr>
                <w:sz w:val="18"/>
                <w:szCs w:val="18"/>
              </w:rPr>
              <w:t>ТК</w:t>
            </w:r>
            <w:r w:rsidR="0090010E">
              <w:rPr>
                <w:sz w:val="18"/>
                <w:szCs w:val="18"/>
              </w:rPr>
              <w:t>Р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14:paraId="5E2D72EF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Код клиента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109F352F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Номер </w:t>
            </w:r>
            <w:r w:rsidR="00BE1454">
              <w:rPr>
                <w:sz w:val="18"/>
                <w:szCs w:val="18"/>
              </w:rPr>
              <w:t>заявки</w:t>
            </w:r>
          </w:p>
        </w:tc>
        <w:tc>
          <w:tcPr>
            <w:tcW w:w="1418" w:type="dxa"/>
          </w:tcPr>
          <w:p w14:paraId="46C8174D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49140D">
              <w:rPr>
                <w:sz w:val="18"/>
                <w:szCs w:val="18"/>
              </w:rPr>
              <w:t>Номер исходной сделки</w:t>
            </w:r>
          </w:p>
        </w:tc>
      </w:tr>
      <w:tr w:rsidR="00CF7A17" w:rsidRPr="00CF7A17" w14:paraId="237198A1" w14:textId="77777777" w:rsidTr="00BB0E41">
        <w:trPr>
          <w:trHeight w:val="200"/>
        </w:trPr>
        <w:tc>
          <w:tcPr>
            <w:tcW w:w="849" w:type="dxa"/>
            <w:vAlign w:val="center"/>
          </w:tcPr>
          <w:p w14:paraId="08EB6AED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4A71B1A1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6B85BC9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9A5EFE1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774" w:type="dxa"/>
            <w:vAlign w:val="center"/>
          </w:tcPr>
          <w:p w14:paraId="1DF07DFB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</w:tcPr>
          <w:p w14:paraId="2E1DC799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14:paraId="477F0203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14:paraId="6E7D073A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14:paraId="4D8B299D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14:paraId="6EC85B73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14:paraId="17694ECE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3E00EA69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442D931D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CF7A17" w:rsidRPr="00CF7A17" w14:paraId="074FE637" w14:textId="77777777" w:rsidTr="00BB0E41">
        <w:trPr>
          <w:trHeight w:val="53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14:paraId="57F90AD7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21B659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5D1873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7FBC62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656AD5D0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4E998113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71F9A10C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10A43FD3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14:paraId="08313BE0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14:paraId="63D2B905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14:paraId="2610DAF2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6FAC3F7E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E0CACD9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CF7A17" w:rsidRPr="00CF7A17" w14:paraId="4E595BEB" w14:textId="77777777" w:rsidTr="00BB0E41">
        <w:trPr>
          <w:trHeight w:val="53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14:paraId="1F3F763E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A7ED15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3F2030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C297F3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214BF5D5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7A22BAD4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21664EAE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6CE51FD5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14:paraId="2D03182E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14:paraId="6AC36278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14:paraId="64A5738D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3A4EDFE2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7EEFBE02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CF7A17" w:rsidRPr="00CF7A17" w14:paraId="21264F3A" w14:textId="77777777" w:rsidTr="00BB0E41">
        <w:trPr>
          <w:gridAfter w:val="4"/>
          <w:wAfter w:w="4468" w:type="dxa"/>
          <w:trHeight w:val="53"/>
        </w:trPr>
        <w:tc>
          <w:tcPr>
            <w:tcW w:w="6417" w:type="dxa"/>
            <w:gridSpan w:val="6"/>
            <w:vMerge w:val="restart"/>
            <w:tcBorders>
              <w:left w:val="nil"/>
            </w:tcBorders>
            <w:vAlign w:val="center"/>
          </w:tcPr>
          <w:p w14:paraId="552836B0" w14:textId="77777777" w:rsidR="00CF7A17" w:rsidRPr="00790846" w:rsidRDefault="00CF7A17" w:rsidP="00BB0E41">
            <w:pPr>
              <w:pStyle w:val="Text"/>
              <w:jc w:val="right"/>
              <w:rPr>
                <w:sz w:val="18"/>
                <w:szCs w:val="18"/>
              </w:rPr>
            </w:pPr>
            <w:r w:rsidRPr="00790846">
              <w:rPr>
                <w:i/>
                <w:sz w:val="18"/>
                <w:szCs w:val="18"/>
              </w:rPr>
              <w:t>Итого покупка</w:t>
            </w:r>
          </w:p>
          <w:p w14:paraId="02C6E27F" w14:textId="77777777" w:rsidR="00CF7A17" w:rsidRPr="00790846" w:rsidRDefault="00CF7A17" w:rsidP="00BB0E41">
            <w:pPr>
              <w:pStyle w:val="Text"/>
              <w:jc w:val="right"/>
              <w:rPr>
                <w:sz w:val="18"/>
                <w:szCs w:val="18"/>
              </w:rPr>
            </w:pPr>
            <w:r w:rsidRPr="00790846">
              <w:rPr>
                <w:i/>
                <w:sz w:val="18"/>
                <w:szCs w:val="18"/>
              </w:rPr>
              <w:t>Итого продажа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22EBCC79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4B10097D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vMerge w:val="restart"/>
            <w:tcBorders>
              <w:right w:val="nil"/>
            </w:tcBorders>
          </w:tcPr>
          <w:p w14:paraId="4148CE7C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</w:tr>
      <w:tr w:rsidR="00CF7A17" w:rsidRPr="00CF7A17" w14:paraId="24CA803F" w14:textId="77777777" w:rsidTr="00BB0E41">
        <w:trPr>
          <w:gridAfter w:val="4"/>
          <w:wAfter w:w="4468" w:type="dxa"/>
          <w:trHeight w:val="53"/>
        </w:trPr>
        <w:tc>
          <w:tcPr>
            <w:tcW w:w="6417" w:type="dxa"/>
            <w:gridSpan w:val="6"/>
            <w:vMerge/>
            <w:tcBorders>
              <w:left w:val="nil"/>
              <w:bottom w:val="nil"/>
            </w:tcBorders>
            <w:vAlign w:val="center"/>
          </w:tcPr>
          <w:p w14:paraId="55BA384A" w14:textId="77777777" w:rsidR="00CF7A17" w:rsidRPr="00790846" w:rsidRDefault="00CF7A17" w:rsidP="00BB0E41">
            <w:pPr>
              <w:pStyle w:val="Text"/>
              <w:jc w:val="righ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640E4F04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13FA2805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bottom w:val="nil"/>
              <w:right w:val="nil"/>
            </w:tcBorders>
          </w:tcPr>
          <w:p w14:paraId="7EDDF9F1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</w:tr>
    </w:tbl>
    <w:p w14:paraId="07A6C7BB" w14:textId="77777777" w:rsidR="00484510" w:rsidRPr="00E416F2" w:rsidRDefault="00484510" w:rsidP="001E5264">
      <w:pPr>
        <w:rPr>
          <w:b/>
          <w:bCs/>
          <w:sz w:val="18"/>
          <w:szCs w:val="18"/>
        </w:rPr>
      </w:pPr>
    </w:p>
    <w:p w14:paraId="2449186B" w14:textId="77777777" w:rsidR="00B1725F" w:rsidRDefault="00B1725F" w:rsidP="001E5264">
      <w:pPr>
        <w:rPr>
          <w:sz w:val="18"/>
          <w:szCs w:val="18"/>
        </w:rPr>
      </w:pPr>
    </w:p>
    <w:p w14:paraId="233A7F4A" w14:textId="21229964" w:rsidR="003147A5" w:rsidRPr="00E416F2" w:rsidRDefault="001E5264">
      <w:pPr>
        <w:rPr>
          <w:b/>
          <w:caps/>
          <w:kern w:val="28"/>
          <w:lang w:eastAsia="en-US"/>
        </w:rPr>
      </w:pPr>
      <w:bookmarkStart w:id="3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 w:rsidR="00736514">
        <w:rPr>
          <w:b/>
          <w:bCs/>
          <w:sz w:val="18"/>
          <w:szCs w:val="18"/>
        </w:rPr>
        <w:t xml:space="preserve">НКО ЦК </w:t>
      </w:r>
      <w:r w:rsidR="006225D4" w:rsidRPr="006225D4">
        <w:rPr>
          <w:b/>
          <w:bCs/>
          <w:sz w:val="18"/>
          <w:szCs w:val="18"/>
        </w:rPr>
        <w:t>"</w:t>
      </w:r>
      <w:r w:rsidR="009A1B84">
        <w:rPr>
          <w:b/>
          <w:bCs/>
          <w:sz w:val="18"/>
          <w:szCs w:val="18"/>
        </w:rPr>
        <w:t>ЭФИР</w:t>
      </w:r>
      <w:r w:rsidR="006225D4" w:rsidRPr="006225D4">
        <w:rPr>
          <w:b/>
          <w:bCs/>
          <w:sz w:val="18"/>
          <w:szCs w:val="18"/>
        </w:rPr>
        <w:t>"</w:t>
      </w:r>
      <w:r w:rsidR="009A1B84">
        <w:rPr>
          <w:b/>
          <w:bCs/>
          <w:sz w:val="18"/>
          <w:szCs w:val="18"/>
        </w:rPr>
        <w:t xml:space="preserve"> </w:t>
      </w:r>
      <w:r w:rsidR="00736514">
        <w:rPr>
          <w:b/>
          <w:bCs/>
          <w:sz w:val="18"/>
          <w:szCs w:val="18"/>
        </w:rPr>
        <w:t>(АО)</w:t>
      </w:r>
      <w:r w:rsidRPr="00E416F2">
        <w:rPr>
          <w:b/>
          <w:bCs/>
          <w:sz w:val="18"/>
          <w:szCs w:val="18"/>
        </w:rPr>
        <w:t>:</w:t>
      </w:r>
      <w:r w:rsidR="0049140D">
        <w:rPr>
          <w:b/>
          <w:bCs/>
          <w:sz w:val="18"/>
          <w:szCs w:val="18"/>
        </w:rPr>
        <w:t xml:space="preserve"> </w:t>
      </w:r>
      <w:r w:rsidR="0049140D" w:rsidRPr="0049140D">
        <w:rPr>
          <w:sz w:val="18"/>
          <w:szCs w:val="18"/>
        </w:rPr>
        <w:t>&lt;ФИО сотрудника НКО ЦК</w:t>
      </w:r>
      <w:r w:rsidR="009A1B84">
        <w:rPr>
          <w:sz w:val="18"/>
          <w:szCs w:val="18"/>
        </w:rPr>
        <w:t xml:space="preserve"> </w:t>
      </w:r>
      <w:r w:rsidR="006225D4" w:rsidRPr="006225D4">
        <w:rPr>
          <w:sz w:val="18"/>
          <w:szCs w:val="18"/>
        </w:rPr>
        <w:t>"</w:t>
      </w:r>
      <w:r w:rsidR="009A1B84">
        <w:rPr>
          <w:sz w:val="18"/>
          <w:szCs w:val="18"/>
        </w:rPr>
        <w:t>ЭФИР</w:t>
      </w:r>
      <w:r w:rsidR="006225D4" w:rsidRPr="006225D4">
        <w:rPr>
          <w:sz w:val="18"/>
          <w:szCs w:val="18"/>
        </w:rPr>
        <w:t>"</w:t>
      </w:r>
      <w:r w:rsidR="0049140D" w:rsidRPr="0049140D">
        <w:rPr>
          <w:sz w:val="18"/>
          <w:szCs w:val="18"/>
        </w:rPr>
        <w:t xml:space="preserve"> (АО)&gt;</w:t>
      </w:r>
    </w:p>
    <w:bookmarkEnd w:id="3"/>
    <w:p w14:paraId="1631F920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default" r:id="rId8"/>
          <w:headerReference w:type="first" r:id="rId9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162EFFCB" w14:textId="77777777" w:rsidR="003147A5" w:rsidRPr="00E416F2" w:rsidRDefault="00CF7A17" w:rsidP="003147A5">
      <w:pPr>
        <w:pStyle w:val="10"/>
        <w:rPr>
          <w:iCs/>
          <w:caps w:val="0"/>
          <w:kern w:val="0"/>
          <w:sz w:val="24"/>
          <w:szCs w:val="24"/>
        </w:rPr>
      </w:pPr>
      <w:r w:rsidRPr="00CF7A17">
        <w:rPr>
          <w:iCs/>
          <w:caps w:val="0"/>
          <w:kern w:val="0"/>
          <w:sz w:val="24"/>
          <w:szCs w:val="24"/>
        </w:rPr>
        <w:lastRenderedPageBreak/>
        <w:t xml:space="preserve"> Отчет о сделках</w:t>
      </w:r>
      <w:r>
        <w:rPr>
          <w:iCs/>
          <w:caps w:val="0"/>
          <w:kern w:val="0"/>
          <w:sz w:val="24"/>
          <w:szCs w:val="24"/>
        </w:rPr>
        <w:t>,</w:t>
      </w:r>
      <w:r w:rsidRPr="00CF7A17">
        <w:rPr>
          <w:iCs/>
          <w:caps w:val="0"/>
          <w:kern w:val="0"/>
          <w:sz w:val="24"/>
          <w:szCs w:val="24"/>
        </w:rPr>
        <w:t xml:space="preserve"> подлежащих исполнению</w:t>
      </w:r>
      <w:r w:rsidRPr="003B2F47">
        <w:rPr>
          <w:iCs/>
          <w:caps w:val="0"/>
          <w:kern w:val="0"/>
          <w:sz w:val="24"/>
          <w:szCs w:val="24"/>
        </w:rPr>
        <w:t xml:space="preserve"> (ССХ</w:t>
      </w:r>
      <w:r>
        <w:rPr>
          <w:iCs/>
          <w:caps w:val="0"/>
          <w:kern w:val="0"/>
          <w:sz w:val="24"/>
          <w:szCs w:val="24"/>
        </w:rPr>
        <w:t>0</w:t>
      </w:r>
      <w:r w:rsidRPr="003B2F47">
        <w:rPr>
          <w:iCs/>
          <w:caps w:val="0"/>
          <w:kern w:val="0"/>
          <w:sz w:val="24"/>
          <w:szCs w:val="24"/>
        </w:rPr>
        <w:t>3)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2417C6F2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3F37EE3B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5FBB2FBD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2B234B7D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9A1B84">
        <w:rPr>
          <w:sz w:val="20"/>
          <w:lang w:val="en-US"/>
        </w:rPr>
        <w:t>EFIS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</w:t>
      </w:r>
      <w:proofErr w:type="gramStart"/>
      <w:r w:rsidR="003325CB" w:rsidRPr="00383398">
        <w:rPr>
          <w:sz w:val="20"/>
        </w:rPr>
        <w:t>_&lt;</w:t>
      </w:r>
      <w:proofErr w:type="gramEnd"/>
      <w:r w:rsidR="003325CB" w:rsidRPr="00383398">
        <w:rPr>
          <w:sz w:val="20"/>
        </w:rPr>
        <w:t>Код документа&gt;_</w:t>
      </w:r>
      <w:r w:rsidRPr="00E416F2">
        <w:rPr>
          <w:sz w:val="20"/>
        </w:rPr>
        <w:t>_&lt;ГГГГММДД&gt;_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0413CE7C" w14:textId="77777777" w:rsidR="004F25FE" w:rsidRPr="00E416F2" w:rsidRDefault="004F25FE" w:rsidP="004F25FE">
      <w:pPr>
        <w:pStyle w:val="afff7"/>
        <w:rPr>
          <w:sz w:val="20"/>
        </w:rPr>
      </w:pPr>
    </w:p>
    <w:p w14:paraId="06E516E2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1DAB998C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proofErr w:type="gramStart"/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</w:t>
      </w:r>
      <w:proofErr w:type="gramEnd"/>
      <w:r w:rsidRPr="00E416F2">
        <w:rPr>
          <w:sz w:val="20"/>
        </w:rPr>
        <w:t xml:space="preserve"> - Код УК,</w:t>
      </w:r>
    </w:p>
    <w:p w14:paraId="5B2E413C" w14:textId="77777777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</w:t>
      </w:r>
      <w:r w:rsidR="00CF7A17">
        <w:rPr>
          <w:sz w:val="20"/>
        </w:rPr>
        <w:t>0</w:t>
      </w:r>
      <w:r w:rsidRPr="003325CB">
        <w:rPr>
          <w:sz w:val="20"/>
        </w:rPr>
        <w:t>3</w:t>
      </w:r>
      <w:r>
        <w:rPr>
          <w:sz w:val="20"/>
        </w:rPr>
        <w:t>,</w:t>
      </w:r>
    </w:p>
    <w:p w14:paraId="18898F8A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70545475" w14:textId="77777777" w:rsidR="00CF7A17" w:rsidRDefault="00CF7A17" w:rsidP="004F25FE">
      <w:pPr>
        <w:pStyle w:val="afff7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540"/>
        <w:gridCol w:w="2754"/>
        <w:gridCol w:w="4613"/>
        <w:gridCol w:w="1190"/>
        <w:gridCol w:w="1539"/>
        <w:gridCol w:w="1025"/>
        <w:gridCol w:w="1364"/>
      </w:tblGrid>
      <w:tr w:rsidR="00CF7A17" w:rsidRPr="00CF7A17" w14:paraId="26F8B254" w14:textId="77777777" w:rsidTr="0090010E">
        <w:tc>
          <w:tcPr>
            <w:tcW w:w="845" w:type="pct"/>
            <w:shd w:val="clear" w:color="auto" w:fill="FFFFFF"/>
          </w:tcPr>
          <w:p w14:paraId="6E38F69A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Название тегов</w:t>
            </w:r>
          </w:p>
        </w:tc>
        <w:tc>
          <w:tcPr>
            <w:tcW w:w="916" w:type="pct"/>
            <w:shd w:val="clear" w:color="auto" w:fill="FFFFFF"/>
          </w:tcPr>
          <w:p w14:paraId="1A595394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535" w:type="pct"/>
            <w:shd w:val="clear" w:color="auto" w:fill="FFFFFF"/>
          </w:tcPr>
          <w:p w14:paraId="6FE82250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396" w:type="pct"/>
            <w:shd w:val="clear" w:color="auto" w:fill="FFFFFF"/>
          </w:tcPr>
          <w:p w14:paraId="37795731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90846">
              <w:rPr>
                <w:b/>
                <w:sz w:val="18"/>
                <w:szCs w:val="18"/>
              </w:rPr>
              <w:t>Обяз</w:t>
            </w:r>
            <w:proofErr w:type="spellEnd"/>
            <w:r w:rsidRPr="0079084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512" w:type="pct"/>
            <w:shd w:val="clear" w:color="auto" w:fill="FFFFFF"/>
          </w:tcPr>
          <w:p w14:paraId="4512BDA7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341" w:type="pct"/>
            <w:shd w:val="clear" w:color="auto" w:fill="FFFFFF"/>
          </w:tcPr>
          <w:p w14:paraId="7B029B1D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454" w:type="pct"/>
            <w:shd w:val="clear" w:color="auto" w:fill="FFFFFF"/>
          </w:tcPr>
          <w:p w14:paraId="2E059382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90846">
              <w:rPr>
                <w:b/>
                <w:sz w:val="18"/>
                <w:szCs w:val="18"/>
              </w:rPr>
              <w:t>Десят</w:t>
            </w:r>
            <w:proofErr w:type="spellEnd"/>
            <w:r w:rsidRPr="00790846">
              <w:rPr>
                <w:b/>
                <w:sz w:val="18"/>
                <w:szCs w:val="18"/>
              </w:rPr>
              <w:t>. знаки</w:t>
            </w:r>
          </w:p>
        </w:tc>
      </w:tr>
      <w:tr w:rsidR="00CF7A17" w:rsidRPr="00CF7A17" w14:paraId="60E69144" w14:textId="77777777" w:rsidTr="0090010E">
        <w:tc>
          <w:tcPr>
            <w:tcW w:w="845" w:type="pct"/>
            <w:shd w:val="clear" w:color="auto" w:fill="BFBFBF"/>
          </w:tcPr>
          <w:p w14:paraId="2DDDFAA9" w14:textId="77777777" w:rsidR="00CF7A17" w:rsidRPr="00790846" w:rsidRDefault="009A1B84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EFIS</w:t>
            </w:r>
            <w:r w:rsidR="00B52F0C">
              <w:rPr>
                <w:sz w:val="18"/>
                <w:szCs w:val="18"/>
                <w:lang w:val="en-US"/>
              </w:rPr>
              <w:t>_</w:t>
            </w:r>
            <w:r w:rsidR="00CF7A17" w:rsidRPr="00790846">
              <w:rPr>
                <w:sz w:val="18"/>
                <w:szCs w:val="18"/>
              </w:rPr>
              <w:t>DOC</w:t>
            </w:r>
          </w:p>
        </w:tc>
        <w:tc>
          <w:tcPr>
            <w:tcW w:w="916" w:type="pct"/>
            <w:shd w:val="clear" w:color="auto" w:fill="BFBFBF"/>
          </w:tcPr>
          <w:p w14:paraId="37E5FD7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0D38759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Корневой элемент (</w:t>
            </w:r>
            <w:proofErr w:type="spellStart"/>
            <w:r w:rsidRPr="00790846">
              <w:rPr>
                <w:sz w:val="18"/>
                <w:szCs w:val="18"/>
              </w:rPr>
              <w:t>root</w:t>
            </w:r>
            <w:proofErr w:type="spellEnd"/>
            <w:r w:rsidRPr="00790846">
              <w:rPr>
                <w:sz w:val="18"/>
                <w:szCs w:val="18"/>
              </w:rPr>
              <w:t xml:space="preserve"> </w:t>
            </w:r>
            <w:proofErr w:type="spellStart"/>
            <w:r w:rsidRPr="00790846">
              <w:rPr>
                <w:sz w:val="18"/>
                <w:szCs w:val="18"/>
              </w:rPr>
              <w:t>element</w:t>
            </w:r>
            <w:proofErr w:type="spellEnd"/>
            <w:r w:rsidRPr="00790846">
              <w:rPr>
                <w:sz w:val="18"/>
                <w:szCs w:val="18"/>
              </w:rPr>
              <w:t>) XML документа</w:t>
            </w:r>
          </w:p>
        </w:tc>
        <w:tc>
          <w:tcPr>
            <w:tcW w:w="396" w:type="pct"/>
            <w:shd w:val="clear" w:color="auto" w:fill="BFBFBF"/>
          </w:tcPr>
          <w:p w14:paraId="4A03519B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7C5E92E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5336A1D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71EB09D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8335E2D" w14:textId="77777777" w:rsidTr="0090010E">
        <w:tc>
          <w:tcPr>
            <w:tcW w:w="845" w:type="pct"/>
            <w:shd w:val="clear" w:color="auto" w:fill="BFBFBF"/>
          </w:tcPr>
          <w:p w14:paraId="085FD53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DOC_REQUISITES</w:t>
            </w:r>
          </w:p>
        </w:tc>
        <w:tc>
          <w:tcPr>
            <w:tcW w:w="916" w:type="pct"/>
            <w:shd w:val="clear" w:color="auto" w:fill="BFBFBF"/>
          </w:tcPr>
          <w:p w14:paraId="5F836DF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501E14B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396" w:type="pct"/>
            <w:shd w:val="clear" w:color="auto" w:fill="BFBFBF"/>
          </w:tcPr>
          <w:p w14:paraId="2D0D799D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78FF3A4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726C73A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459D222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1B776B8" w14:textId="77777777" w:rsidTr="0090010E">
        <w:tc>
          <w:tcPr>
            <w:tcW w:w="845" w:type="pct"/>
            <w:shd w:val="clear" w:color="auto" w:fill="FFFFFF"/>
          </w:tcPr>
          <w:p w14:paraId="25B0A67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4EDD21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DOC_DATE</w:t>
            </w:r>
          </w:p>
        </w:tc>
        <w:tc>
          <w:tcPr>
            <w:tcW w:w="1535" w:type="pct"/>
            <w:shd w:val="clear" w:color="auto" w:fill="FFFFFF"/>
          </w:tcPr>
          <w:p w14:paraId="32A2313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396" w:type="pct"/>
            <w:shd w:val="clear" w:color="auto" w:fill="FFFFFF"/>
          </w:tcPr>
          <w:p w14:paraId="13472244" w14:textId="77777777" w:rsidR="00CF7A17" w:rsidRPr="00790846" w:rsidRDefault="00CF7A17" w:rsidP="00BB0E41">
            <w:pPr>
              <w:jc w:val="center"/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2AFA33E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5BA66E1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1ADAA9F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1C9958A" w14:textId="77777777" w:rsidTr="0090010E">
        <w:tc>
          <w:tcPr>
            <w:tcW w:w="845" w:type="pct"/>
            <w:shd w:val="clear" w:color="auto" w:fill="FFFFFF"/>
          </w:tcPr>
          <w:p w14:paraId="065252B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1F3B7F6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DOC_TIME</w:t>
            </w:r>
          </w:p>
        </w:tc>
        <w:tc>
          <w:tcPr>
            <w:tcW w:w="1535" w:type="pct"/>
            <w:shd w:val="clear" w:color="auto" w:fill="FFFFFF"/>
          </w:tcPr>
          <w:p w14:paraId="4893A59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396" w:type="pct"/>
            <w:shd w:val="clear" w:color="auto" w:fill="FFFFFF"/>
          </w:tcPr>
          <w:p w14:paraId="6343EEB6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4029B50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Time</w:t>
            </w:r>
          </w:p>
        </w:tc>
        <w:tc>
          <w:tcPr>
            <w:tcW w:w="341" w:type="pct"/>
            <w:shd w:val="clear" w:color="auto" w:fill="FFFFFF"/>
          </w:tcPr>
          <w:p w14:paraId="1B13940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5921D3D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26A2DB5" w14:textId="77777777" w:rsidTr="0090010E">
        <w:tc>
          <w:tcPr>
            <w:tcW w:w="845" w:type="pct"/>
            <w:shd w:val="clear" w:color="auto" w:fill="FFFFFF"/>
          </w:tcPr>
          <w:p w14:paraId="2D7A70D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4D482AF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DOC_NO</w:t>
            </w:r>
          </w:p>
        </w:tc>
        <w:tc>
          <w:tcPr>
            <w:tcW w:w="1535" w:type="pct"/>
            <w:shd w:val="clear" w:color="auto" w:fill="FFFFFF"/>
          </w:tcPr>
          <w:p w14:paraId="64A6544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396" w:type="pct"/>
            <w:shd w:val="clear" w:color="auto" w:fill="FFFFFF"/>
          </w:tcPr>
          <w:p w14:paraId="5BFBE0E3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68EF4E0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3F91ACD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1-12</w:t>
            </w:r>
          </w:p>
        </w:tc>
        <w:tc>
          <w:tcPr>
            <w:tcW w:w="454" w:type="pct"/>
            <w:shd w:val="clear" w:color="auto" w:fill="FFFFFF"/>
          </w:tcPr>
          <w:p w14:paraId="52A0EB28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E692F87" w14:textId="77777777" w:rsidTr="0090010E">
        <w:tc>
          <w:tcPr>
            <w:tcW w:w="845" w:type="pct"/>
            <w:shd w:val="clear" w:color="auto" w:fill="FFFFFF"/>
          </w:tcPr>
          <w:p w14:paraId="3E6839D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3F80CD9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DOC_TYPE_ID</w:t>
            </w:r>
          </w:p>
        </w:tc>
        <w:tc>
          <w:tcPr>
            <w:tcW w:w="1535" w:type="pct"/>
            <w:shd w:val="clear" w:color="auto" w:fill="FFFFFF"/>
          </w:tcPr>
          <w:p w14:paraId="4B5B354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396" w:type="pct"/>
            <w:shd w:val="clear" w:color="auto" w:fill="FFFFFF"/>
          </w:tcPr>
          <w:p w14:paraId="0518ADF5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1ED6417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1C99FAD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1-12</w:t>
            </w:r>
          </w:p>
        </w:tc>
        <w:tc>
          <w:tcPr>
            <w:tcW w:w="454" w:type="pct"/>
            <w:shd w:val="clear" w:color="auto" w:fill="FFFFFF"/>
          </w:tcPr>
          <w:p w14:paraId="5A392C6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964B191" w14:textId="77777777" w:rsidTr="0090010E">
        <w:tc>
          <w:tcPr>
            <w:tcW w:w="845" w:type="pct"/>
            <w:shd w:val="clear" w:color="auto" w:fill="FFFFFF"/>
          </w:tcPr>
          <w:p w14:paraId="04512C28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3917B36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SENDER_ID</w:t>
            </w:r>
          </w:p>
        </w:tc>
        <w:tc>
          <w:tcPr>
            <w:tcW w:w="1535" w:type="pct"/>
            <w:shd w:val="clear" w:color="auto" w:fill="FFFFFF"/>
          </w:tcPr>
          <w:p w14:paraId="5D4A4B1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396" w:type="pct"/>
            <w:shd w:val="clear" w:color="auto" w:fill="FFFFFF"/>
          </w:tcPr>
          <w:p w14:paraId="062F6E93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64B1C03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1228BEE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1-12</w:t>
            </w:r>
          </w:p>
        </w:tc>
        <w:tc>
          <w:tcPr>
            <w:tcW w:w="454" w:type="pct"/>
            <w:shd w:val="clear" w:color="auto" w:fill="FFFFFF"/>
          </w:tcPr>
          <w:p w14:paraId="4030561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221E44DC" w14:textId="77777777" w:rsidTr="0090010E">
        <w:tc>
          <w:tcPr>
            <w:tcW w:w="845" w:type="pct"/>
            <w:shd w:val="clear" w:color="auto" w:fill="FFFFFF"/>
          </w:tcPr>
          <w:p w14:paraId="46FCB40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793852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SENDER_NAME</w:t>
            </w:r>
          </w:p>
        </w:tc>
        <w:tc>
          <w:tcPr>
            <w:tcW w:w="1535" w:type="pct"/>
            <w:shd w:val="clear" w:color="auto" w:fill="FFFFFF"/>
          </w:tcPr>
          <w:p w14:paraId="2166FDE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396" w:type="pct"/>
            <w:shd w:val="clear" w:color="auto" w:fill="FFFFFF"/>
          </w:tcPr>
          <w:p w14:paraId="0726981A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6EA5DE7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6C5507F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1-30</w:t>
            </w:r>
          </w:p>
        </w:tc>
        <w:tc>
          <w:tcPr>
            <w:tcW w:w="454" w:type="pct"/>
            <w:shd w:val="clear" w:color="auto" w:fill="FFFFFF"/>
          </w:tcPr>
          <w:p w14:paraId="1520B075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68437D10" w14:textId="77777777" w:rsidTr="0090010E">
        <w:tc>
          <w:tcPr>
            <w:tcW w:w="845" w:type="pct"/>
            <w:shd w:val="clear" w:color="auto" w:fill="FFFFFF"/>
          </w:tcPr>
          <w:p w14:paraId="7E4462E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2093B7A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RECEIVER_ID</w:t>
            </w:r>
          </w:p>
        </w:tc>
        <w:tc>
          <w:tcPr>
            <w:tcW w:w="1535" w:type="pct"/>
            <w:shd w:val="clear" w:color="auto" w:fill="FFFFFF"/>
          </w:tcPr>
          <w:p w14:paraId="5DF932E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396" w:type="pct"/>
            <w:shd w:val="clear" w:color="auto" w:fill="FFFFFF"/>
          </w:tcPr>
          <w:p w14:paraId="3C2261FE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0E162F3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041DC73E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1-12</w:t>
            </w:r>
          </w:p>
        </w:tc>
        <w:tc>
          <w:tcPr>
            <w:tcW w:w="454" w:type="pct"/>
            <w:shd w:val="clear" w:color="auto" w:fill="FFFFFF"/>
          </w:tcPr>
          <w:p w14:paraId="057157D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168A6A8" w14:textId="77777777" w:rsidTr="0090010E">
        <w:tc>
          <w:tcPr>
            <w:tcW w:w="845" w:type="pct"/>
            <w:shd w:val="clear" w:color="auto" w:fill="FFFFFF"/>
          </w:tcPr>
          <w:p w14:paraId="0021C43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2A71B0C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REMARKS</w:t>
            </w:r>
          </w:p>
        </w:tc>
        <w:tc>
          <w:tcPr>
            <w:tcW w:w="1535" w:type="pct"/>
            <w:shd w:val="clear" w:color="auto" w:fill="FFFFFF"/>
          </w:tcPr>
          <w:p w14:paraId="66967AC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396" w:type="pct"/>
            <w:shd w:val="clear" w:color="auto" w:fill="FFFFFF"/>
          </w:tcPr>
          <w:p w14:paraId="35F057DE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6067AEF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04B15431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1-120</w:t>
            </w:r>
          </w:p>
        </w:tc>
        <w:tc>
          <w:tcPr>
            <w:tcW w:w="454" w:type="pct"/>
            <w:shd w:val="clear" w:color="auto" w:fill="FFFFFF"/>
          </w:tcPr>
          <w:p w14:paraId="21F7905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30F56F7" w14:textId="77777777" w:rsidTr="0090010E">
        <w:tc>
          <w:tcPr>
            <w:tcW w:w="845" w:type="pct"/>
            <w:shd w:val="clear" w:color="auto" w:fill="FFFFFF"/>
          </w:tcPr>
          <w:p w14:paraId="16CE4118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1A3E2D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SIGNAUTHOR</w:t>
            </w:r>
          </w:p>
        </w:tc>
        <w:tc>
          <w:tcPr>
            <w:tcW w:w="1535" w:type="pct"/>
            <w:shd w:val="clear" w:color="auto" w:fill="FFFFFF"/>
          </w:tcPr>
          <w:p w14:paraId="07419FD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396" w:type="pct"/>
            <w:shd w:val="clear" w:color="auto" w:fill="FFFFFF"/>
          </w:tcPr>
          <w:p w14:paraId="7B9D666C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606F43D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278A886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08A0274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669C0EB1" w14:textId="77777777" w:rsidTr="0090010E">
        <w:tc>
          <w:tcPr>
            <w:tcW w:w="845" w:type="pct"/>
            <w:shd w:val="clear" w:color="auto" w:fill="BFBFBF"/>
          </w:tcPr>
          <w:p w14:paraId="7E87ED7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/DOC_REQUISITES</w:t>
            </w:r>
          </w:p>
        </w:tc>
        <w:tc>
          <w:tcPr>
            <w:tcW w:w="916" w:type="pct"/>
            <w:shd w:val="clear" w:color="auto" w:fill="BFBFBF"/>
          </w:tcPr>
          <w:p w14:paraId="3FAEB14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2BD2B0C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4CD3A10C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6DD6276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4BB225F5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0C6700F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457CE571" w14:textId="77777777" w:rsidTr="0090010E">
        <w:tc>
          <w:tcPr>
            <w:tcW w:w="845" w:type="pct"/>
            <w:shd w:val="clear" w:color="auto" w:fill="BFBFBF"/>
          </w:tcPr>
          <w:p w14:paraId="0BEC80C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CCX03</w:t>
            </w:r>
          </w:p>
        </w:tc>
        <w:tc>
          <w:tcPr>
            <w:tcW w:w="916" w:type="pct"/>
            <w:shd w:val="clear" w:color="auto" w:fill="BFBFBF"/>
          </w:tcPr>
          <w:p w14:paraId="0B15426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49A09F9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396" w:type="pct"/>
            <w:shd w:val="clear" w:color="auto" w:fill="BFBFBF"/>
          </w:tcPr>
          <w:p w14:paraId="32182719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63A0B47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2738E10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4C1E67B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2FDA441" w14:textId="77777777" w:rsidTr="0090010E">
        <w:tc>
          <w:tcPr>
            <w:tcW w:w="845" w:type="pct"/>
            <w:shd w:val="clear" w:color="auto" w:fill="FFFFFF"/>
          </w:tcPr>
          <w:p w14:paraId="637AE85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7D30CFC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ReportDate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549F4A7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396" w:type="pct"/>
            <w:shd w:val="clear" w:color="auto" w:fill="FFFFFF"/>
          </w:tcPr>
          <w:p w14:paraId="7DF8EDAD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51C3115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437DFF0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53AD1B5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F1FF1E4" w14:textId="77777777" w:rsidTr="0090010E">
        <w:tc>
          <w:tcPr>
            <w:tcW w:w="845" w:type="pct"/>
            <w:shd w:val="clear" w:color="auto" w:fill="FFFFFF"/>
          </w:tcPr>
          <w:p w14:paraId="4793236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72C340A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790846">
              <w:rPr>
                <w:sz w:val="18"/>
                <w:szCs w:val="18"/>
              </w:rPr>
              <w:t>FirmId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47940CA7" w14:textId="77777777" w:rsidR="00CF7A17" w:rsidRPr="00790846" w:rsidRDefault="00312959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790846">
              <w:rPr>
                <w:sz w:val="18"/>
                <w:szCs w:val="18"/>
              </w:rPr>
              <w:t xml:space="preserve"> </w:t>
            </w:r>
            <w:r w:rsidR="00CF7A17" w:rsidRPr="00790846">
              <w:rPr>
                <w:sz w:val="18"/>
                <w:szCs w:val="18"/>
              </w:rPr>
              <w:t>Участника клиринга</w:t>
            </w:r>
          </w:p>
        </w:tc>
        <w:tc>
          <w:tcPr>
            <w:tcW w:w="396" w:type="pct"/>
            <w:shd w:val="clear" w:color="auto" w:fill="FFFFFF"/>
          </w:tcPr>
          <w:p w14:paraId="15B62F53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09422FA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4B2B3C3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0-12</w:t>
            </w:r>
          </w:p>
        </w:tc>
        <w:tc>
          <w:tcPr>
            <w:tcW w:w="454" w:type="pct"/>
            <w:shd w:val="clear" w:color="auto" w:fill="FFFFFF"/>
          </w:tcPr>
          <w:p w14:paraId="54B0D67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224D11E" w14:textId="77777777" w:rsidTr="0090010E">
        <w:tc>
          <w:tcPr>
            <w:tcW w:w="845" w:type="pct"/>
            <w:shd w:val="clear" w:color="auto" w:fill="FFFFFF"/>
          </w:tcPr>
          <w:p w14:paraId="278F71D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450E75C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790846">
              <w:rPr>
                <w:sz w:val="18"/>
                <w:szCs w:val="18"/>
              </w:rPr>
              <w:t>FirmName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56C85F9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396" w:type="pct"/>
            <w:shd w:val="clear" w:color="auto" w:fill="FFFFFF"/>
          </w:tcPr>
          <w:p w14:paraId="600885C3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42007C7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27B4511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0-120</w:t>
            </w:r>
          </w:p>
        </w:tc>
        <w:tc>
          <w:tcPr>
            <w:tcW w:w="454" w:type="pct"/>
            <w:shd w:val="clear" w:color="auto" w:fill="FFFFFF"/>
          </w:tcPr>
          <w:p w14:paraId="4B97304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2CD65CC" w14:textId="77777777" w:rsidTr="0090010E">
        <w:tc>
          <w:tcPr>
            <w:tcW w:w="845" w:type="pct"/>
            <w:shd w:val="clear" w:color="auto" w:fill="FFFFFF"/>
          </w:tcPr>
          <w:p w14:paraId="597728E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4B688720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  <w:lang w:val="en-US"/>
              </w:rPr>
              <w:t>Clearing</w:t>
            </w:r>
            <w:proofErr w:type="spellStart"/>
            <w:r w:rsidRPr="00790846">
              <w:rPr>
                <w:sz w:val="18"/>
                <w:szCs w:val="18"/>
              </w:rPr>
              <w:t>FirmName</w:t>
            </w:r>
            <w:proofErr w:type="spellEnd"/>
            <w:r w:rsidRPr="00790846">
              <w:rPr>
                <w:sz w:val="18"/>
                <w:szCs w:val="18"/>
                <w:lang w:val="en-US"/>
              </w:rPr>
              <w:t>EN</w:t>
            </w:r>
          </w:p>
        </w:tc>
        <w:tc>
          <w:tcPr>
            <w:tcW w:w="1535" w:type="pct"/>
            <w:shd w:val="clear" w:color="auto" w:fill="FFFFFF"/>
          </w:tcPr>
          <w:p w14:paraId="0414AE5F" w14:textId="77777777" w:rsidR="00CF7A17" w:rsidRPr="00790846" w:rsidDel="00400B27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Наименование Участника клиринга</w:t>
            </w:r>
            <w:r w:rsidRPr="00790846">
              <w:rPr>
                <w:sz w:val="18"/>
                <w:szCs w:val="18"/>
                <w:lang w:val="en-US"/>
              </w:rPr>
              <w:t xml:space="preserve"> (</w:t>
            </w:r>
            <w:r w:rsidRPr="00790846">
              <w:rPr>
                <w:sz w:val="18"/>
                <w:szCs w:val="18"/>
              </w:rPr>
              <w:t>английское</w:t>
            </w:r>
            <w:r w:rsidRPr="0079084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96" w:type="pct"/>
            <w:shd w:val="clear" w:color="auto" w:fill="FFFFFF"/>
          </w:tcPr>
          <w:p w14:paraId="28721A86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3C70605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3E2DE03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0-120</w:t>
            </w:r>
          </w:p>
        </w:tc>
        <w:tc>
          <w:tcPr>
            <w:tcW w:w="454" w:type="pct"/>
            <w:shd w:val="clear" w:color="auto" w:fill="FFFFFF"/>
          </w:tcPr>
          <w:p w14:paraId="0100B28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EBD8C1A" w14:textId="77777777" w:rsidTr="0090010E">
        <w:trPr>
          <w:trHeight w:val="175"/>
        </w:trPr>
        <w:tc>
          <w:tcPr>
            <w:tcW w:w="845" w:type="pct"/>
            <w:shd w:val="clear" w:color="auto" w:fill="BFBFBF"/>
          </w:tcPr>
          <w:p w14:paraId="6CC6EF8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916" w:type="pct"/>
            <w:shd w:val="clear" w:color="auto" w:fill="BFBFBF"/>
          </w:tcPr>
          <w:p w14:paraId="26E081D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0DE1411D" w14:textId="77777777" w:rsidR="00CF7A17" w:rsidRPr="0090010E" w:rsidRDefault="00CF7A17" w:rsidP="00BB0E41">
            <w:pPr>
              <w:rPr>
                <w:sz w:val="18"/>
                <w:szCs w:val="18"/>
              </w:rPr>
            </w:pPr>
            <w:r w:rsidRPr="0090010E">
              <w:rPr>
                <w:sz w:val="18"/>
                <w:szCs w:val="18"/>
              </w:rPr>
              <w:t xml:space="preserve">Блок информации по </w:t>
            </w:r>
            <w:r w:rsidR="00184A89" w:rsidRPr="0090010E">
              <w:rPr>
                <w:sz w:val="18"/>
                <w:szCs w:val="18"/>
              </w:rPr>
              <w:t>ТКР</w:t>
            </w:r>
          </w:p>
        </w:tc>
        <w:tc>
          <w:tcPr>
            <w:tcW w:w="396" w:type="pct"/>
            <w:shd w:val="clear" w:color="auto" w:fill="BFBFBF"/>
          </w:tcPr>
          <w:p w14:paraId="158BB7A0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2C10308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04231FE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528BF83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7631522" w14:textId="77777777" w:rsidTr="0090010E">
        <w:tc>
          <w:tcPr>
            <w:tcW w:w="845" w:type="pct"/>
            <w:shd w:val="clear" w:color="auto" w:fill="FFFFFF"/>
          </w:tcPr>
          <w:p w14:paraId="28B4978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332657A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ExtSettleCode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60FDAFA8" w14:textId="77777777" w:rsidR="00CF7A17" w:rsidRPr="0090010E" w:rsidRDefault="00184A89" w:rsidP="00BB0E41">
            <w:pPr>
              <w:rPr>
                <w:sz w:val="18"/>
                <w:szCs w:val="18"/>
              </w:rPr>
            </w:pPr>
            <w:r w:rsidRPr="0090010E">
              <w:rPr>
                <w:sz w:val="18"/>
                <w:szCs w:val="18"/>
              </w:rPr>
              <w:t>ТКР</w:t>
            </w:r>
            <w:r w:rsidR="00CF7A17" w:rsidRPr="0090010E">
              <w:rPr>
                <w:sz w:val="18"/>
                <w:szCs w:val="18"/>
              </w:rPr>
              <w:t xml:space="preserve"> Участника клиринга</w:t>
            </w:r>
          </w:p>
        </w:tc>
        <w:tc>
          <w:tcPr>
            <w:tcW w:w="396" w:type="pct"/>
            <w:shd w:val="clear" w:color="auto" w:fill="FFFFFF"/>
          </w:tcPr>
          <w:p w14:paraId="7F48A1E2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207763D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1F3E4258" w14:textId="77777777" w:rsidR="00CF7A17" w:rsidRPr="00790846" w:rsidRDefault="00103187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0-</w:t>
            </w:r>
            <w:r w:rsidR="00CF7A17"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3283DA8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9628AFA" w14:textId="77777777" w:rsidTr="0090010E">
        <w:tc>
          <w:tcPr>
            <w:tcW w:w="845" w:type="pct"/>
            <w:shd w:val="clear" w:color="auto" w:fill="BFBFBF"/>
          </w:tcPr>
          <w:p w14:paraId="7F2E73A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  CURRPAIR</w:t>
            </w:r>
          </w:p>
        </w:tc>
        <w:tc>
          <w:tcPr>
            <w:tcW w:w="916" w:type="pct"/>
            <w:shd w:val="clear" w:color="auto" w:fill="BFBFBF"/>
          </w:tcPr>
          <w:p w14:paraId="341766E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00D4277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Блок данных валютной пары</w:t>
            </w:r>
          </w:p>
        </w:tc>
        <w:tc>
          <w:tcPr>
            <w:tcW w:w="396" w:type="pct"/>
            <w:shd w:val="clear" w:color="auto" w:fill="BFBFBF"/>
          </w:tcPr>
          <w:p w14:paraId="65FA5E10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50F76C3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3F00896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12A4DA9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2B659F59" w14:textId="77777777" w:rsidTr="0090010E">
        <w:tc>
          <w:tcPr>
            <w:tcW w:w="845" w:type="pct"/>
            <w:shd w:val="clear" w:color="auto" w:fill="FFFFFF"/>
          </w:tcPr>
          <w:p w14:paraId="347A748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58D56BD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CurrencyId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0E96AFD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валюты лота</w:t>
            </w:r>
          </w:p>
        </w:tc>
        <w:tc>
          <w:tcPr>
            <w:tcW w:w="396" w:type="pct"/>
            <w:shd w:val="clear" w:color="auto" w:fill="FFFFFF"/>
          </w:tcPr>
          <w:p w14:paraId="45E455F8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63C2F1E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48C6C01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4</w:t>
            </w:r>
          </w:p>
        </w:tc>
        <w:tc>
          <w:tcPr>
            <w:tcW w:w="454" w:type="pct"/>
            <w:shd w:val="clear" w:color="auto" w:fill="FFFFFF"/>
          </w:tcPr>
          <w:p w14:paraId="0BC54E9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25A42DB1" w14:textId="77777777" w:rsidTr="0090010E">
        <w:tc>
          <w:tcPr>
            <w:tcW w:w="845" w:type="pct"/>
            <w:shd w:val="clear" w:color="auto" w:fill="FFFFFF"/>
          </w:tcPr>
          <w:p w14:paraId="749EE9A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F76A11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CurrencyName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550E6E61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Наименование валюты лота</w:t>
            </w:r>
          </w:p>
        </w:tc>
        <w:tc>
          <w:tcPr>
            <w:tcW w:w="396" w:type="pct"/>
            <w:shd w:val="clear" w:color="auto" w:fill="FFFFFF"/>
          </w:tcPr>
          <w:p w14:paraId="25AD7195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09EB1BA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1B9083D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30</w:t>
            </w:r>
          </w:p>
        </w:tc>
        <w:tc>
          <w:tcPr>
            <w:tcW w:w="454" w:type="pct"/>
            <w:shd w:val="clear" w:color="auto" w:fill="FFFFFF"/>
          </w:tcPr>
          <w:p w14:paraId="121E0B4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ED3FA93" w14:textId="77777777" w:rsidTr="0090010E">
        <w:tc>
          <w:tcPr>
            <w:tcW w:w="845" w:type="pct"/>
            <w:shd w:val="clear" w:color="auto" w:fill="FFFFFF"/>
          </w:tcPr>
          <w:p w14:paraId="267992E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21066DB5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proofErr w:type="spellStart"/>
            <w:r w:rsidRPr="00790846">
              <w:rPr>
                <w:sz w:val="18"/>
                <w:szCs w:val="18"/>
              </w:rPr>
              <w:t>CurrencyName</w:t>
            </w:r>
            <w:r w:rsidRPr="00790846">
              <w:rPr>
                <w:sz w:val="18"/>
                <w:szCs w:val="18"/>
                <w:lang w:val="en-US"/>
              </w:rPr>
              <w:t>E</w:t>
            </w:r>
            <w:r w:rsidR="0009032E">
              <w:rPr>
                <w:sz w:val="18"/>
                <w:szCs w:val="18"/>
                <w:lang w:val="en-US"/>
              </w:rPr>
              <w:t>n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0EAB89E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Наименование валюты лота</w:t>
            </w:r>
            <w:r w:rsidR="00EF38E1">
              <w:rPr>
                <w:sz w:val="18"/>
                <w:szCs w:val="18"/>
              </w:rPr>
              <w:t xml:space="preserve"> </w:t>
            </w:r>
            <w:r w:rsidRPr="00790846">
              <w:rPr>
                <w:sz w:val="18"/>
                <w:szCs w:val="18"/>
              </w:rPr>
              <w:t>(английское)</w:t>
            </w:r>
          </w:p>
        </w:tc>
        <w:tc>
          <w:tcPr>
            <w:tcW w:w="396" w:type="pct"/>
            <w:shd w:val="clear" w:color="auto" w:fill="FFFFFF"/>
          </w:tcPr>
          <w:p w14:paraId="65D631E4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6544E2E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1EC1810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30</w:t>
            </w:r>
          </w:p>
        </w:tc>
        <w:tc>
          <w:tcPr>
            <w:tcW w:w="454" w:type="pct"/>
            <w:shd w:val="clear" w:color="auto" w:fill="FFFFFF"/>
          </w:tcPr>
          <w:p w14:paraId="00808DF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6CC5C74" w14:textId="77777777" w:rsidTr="0090010E">
        <w:tc>
          <w:tcPr>
            <w:tcW w:w="845" w:type="pct"/>
            <w:shd w:val="clear" w:color="auto" w:fill="FFFFFF"/>
          </w:tcPr>
          <w:p w14:paraId="0540C72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2125CC4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CoCurrencyId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4219E1A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сопряженной валюты</w:t>
            </w:r>
          </w:p>
        </w:tc>
        <w:tc>
          <w:tcPr>
            <w:tcW w:w="396" w:type="pct"/>
            <w:shd w:val="clear" w:color="auto" w:fill="FFFFFF"/>
          </w:tcPr>
          <w:p w14:paraId="75F3CB04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24C04D7E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0069AA2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4</w:t>
            </w:r>
          </w:p>
        </w:tc>
        <w:tc>
          <w:tcPr>
            <w:tcW w:w="454" w:type="pct"/>
            <w:shd w:val="clear" w:color="auto" w:fill="FFFFFF"/>
          </w:tcPr>
          <w:p w14:paraId="70B04EC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404EEE7" w14:textId="77777777" w:rsidTr="0090010E">
        <w:tc>
          <w:tcPr>
            <w:tcW w:w="845" w:type="pct"/>
            <w:shd w:val="clear" w:color="auto" w:fill="FFFFFF"/>
          </w:tcPr>
          <w:p w14:paraId="59039CB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7AA0ED4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CoCurrencyName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0ABAB45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Наименование сопряженной валюты</w:t>
            </w:r>
          </w:p>
        </w:tc>
        <w:tc>
          <w:tcPr>
            <w:tcW w:w="396" w:type="pct"/>
            <w:shd w:val="clear" w:color="auto" w:fill="FFFFFF"/>
          </w:tcPr>
          <w:p w14:paraId="37A59D2A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678B1E2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5F10024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30</w:t>
            </w:r>
          </w:p>
        </w:tc>
        <w:tc>
          <w:tcPr>
            <w:tcW w:w="454" w:type="pct"/>
            <w:shd w:val="clear" w:color="auto" w:fill="FFFFFF"/>
          </w:tcPr>
          <w:p w14:paraId="043518C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72ADF62" w14:textId="77777777" w:rsidTr="0090010E">
        <w:tc>
          <w:tcPr>
            <w:tcW w:w="845" w:type="pct"/>
            <w:shd w:val="clear" w:color="auto" w:fill="FFFFFF"/>
          </w:tcPr>
          <w:p w14:paraId="4C4DCE8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5FF8531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  <w:lang w:val="en-US"/>
              </w:rPr>
              <w:t>Co</w:t>
            </w:r>
            <w:proofErr w:type="spellStart"/>
            <w:r w:rsidRPr="00790846">
              <w:rPr>
                <w:sz w:val="18"/>
                <w:szCs w:val="18"/>
              </w:rPr>
              <w:t>CurrencyName</w:t>
            </w:r>
            <w:r w:rsidRPr="00790846">
              <w:rPr>
                <w:sz w:val="18"/>
                <w:szCs w:val="18"/>
                <w:lang w:val="en-US"/>
              </w:rPr>
              <w:t>E</w:t>
            </w:r>
            <w:r w:rsidR="0009032E">
              <w:rPr>
                <w:sz w:val="18"/>
                <w:szCs w:val="18"/>
                <w:lang w:val="en-US"/>
              </w:rPr>
              <w:t>n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5497F7C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Наименование сопряженной валюты (английское)</w:t>
            </w:r>
          </w:p>
        </w:tc>
        <w:tc>
          <w:tcPr>
            <w:tcW w:w="396" w:type="pct"/>
            <w:shd w:val="clear" w:color="auto" w:fill="FFFFFF"/>
          </w:tcPr>
          <w:p w14:paraId="6509CBD5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43DDA73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29648D9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30</w:t>
            </w:r>
          </w:p>
        </w:tc>
        <w:tc>
          <w:tcPr>
            <w:tcW w:w="454" w:type="pct"/>
            <w:shd w:val="clear" w:color="auto" w:fill="FFFFFF"/>
          </w:tcPr>
          <w:p w14:paraId="1199DFC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E2BAE9D" w14:textId="77777777" w:rsidTr="0090010E">
        <w:tc>
          <w:tcPr>
            <w:tcW w:w="845" w:type="pct"/>
            <w:shd w:val="clear" w:color="auto" w:fill="BFBFBF"/>
          </w:tcPr>
          <w:p w14:paraId="22C8A9B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    RECORDS</w:t>
            </w:r>
          </w:p>
        </w:tc>
        <w:tc>
          <w:tcPr>
            <w:tcW w:w="916" w:type="pct"/>
            <w:shd w:val="clear" w:color="auto" w:fill="BFBFBF"/>
          </w:tcPr>
          <w:p w14:paraId="07248A2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1FD4F9D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Блок данных по сделке</w:t>
            </w:r>
          </w:p>
        </w:tc>
        <w:tc>
          <w:tcPr>
            <w:tcW w:w="396" w:type="pct"/>
            <w:shd w:val="clear" w:color="auto" w:fill="BFBFBF"/>
          </w:tcPr>
          <w:p w14:paraId="4881C117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34D95F3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1227260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02EB0BA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AAC8DE0" w14:textId="77777777" w:rsidTr="0090010E">
        <w:tc>
          <w:tcPr>
            <w:tcW w:w="845" w:type="pct"/>
            <w:shd w:val="clear" w:color="auto" w:fill="FFFFFF"/>
          </w:tcPr>
          <w:p w14:paraId="3CD66A7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8BE64BE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TradeNo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0B2B91E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Номер сделки</w:t>
            </w:r>
          </w:p>
        </w:tc>
        <w:tc>
          <w:tcPr>
            <w:tcW w:w="396" w:type="pct"/>
            <w:shd w:val="clear" w:color="auto" w:fill="FFFFFF"/>
          </w:tcPr>
          <w:p w14:paraId="2188622C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082AE80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FFFFFF"/>
          </w:tcPr>
          <w:p w14:paraId="71136D2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114EE4C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0</w:t>
            </w:r>
          </w:p>
        </w:tc>
      </w:tr>
      <w:tr w:rsidR="00CF7A17" w:rsidRPr="00CF7A17" w14:paraId="2F80E232" w14:textId="77777777" w:rsidTr="0090010E">
        <w:tc>
          <w:tcPr>
            <w:tcW w:w="845" w:type="pct"/>
            <w:shd w:val="clear" w:color="auto" w:fill="FFFFFF"/>
          </w:tcPr>
          <w:p w14:paraId="68CB987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5A457F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SecurityId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6CCF263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инструмента</w:t>
            </w:r>
          </w:p>
        </w:tc>
        <w:tc>
          <w:tcPr>
            <w:tcW w:w="396" w:type="pct"/>
            <w:shd w:val="clear" w:color="auto" w:fill="FFFFFF"/>
          </w:tcPr>
          <w:p w14:paraId="61FA38D7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57636BBE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1C29377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12</w:t>
            </w:r>
          </w:p>
        </w:tc>
        <w:tc>
          <w:tcPr>
            <w:tcW w:w="454" w:type="pct"/>
            <w:shd w:val="clear" w:color="auto" w:fill="FFFFFF"/>
          </w:tcPr>
          <w:p w14:paraId="7442534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53388A6" w14:textId="77777777" w:rsidTr="0090010E">
        <w:tc>
          <w:tcPr>
            <w:tcW w:w="845" w:type="pct"/>
            <w:shd w:val="clear" w:color="auto" w:fill="FFFFFF"/>
          </w:tcPr>
          <w:p w14:paraId="7E725C1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44507C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SecShortName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674904B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Краткое наименование инструмента</w:t>
            </w:r>
          </w:p>
        </w:tc>
        <w:tc>
          <w:tcPr>
            <w:tcW w:w="396" w:type="pct"/>
            <w:shd w:val="clear" w:color="auto" w:fill="FFFFFF"/>
          </w:tcPr>
          <w:p w14:paraId="77478226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0D58F48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28AA8BB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10</w:t>
            </w:r>
          </w:p>
        </w:tc>
        <w:tc>
          <w:tcPr>
            <w:tcW w:w="454" w:type="pct"/>
            <w:shd w:val="clear" w:color="auto" w:fill="FFFFFF"/>
          </w:tcPr>
          <w:p w14:paraId="31BF5BD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27C147B9" w14:textId="77777777" w:rsidTr="0090010E">
        <w:tc>
          <w:tcPr>
            <w:tcW w:w="845" w:type="pct"/>
            <w:shd w:val="clear" w:color="auto" w:fill="FFFFFF"/>
          </w:tcPr>
          <w:p w14:paraId="750E029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35868D8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bookmarkStart w:id="4" w:name="_Hlk6582346"/>
            <w:proofErr w:type="spellStart"/>
            <w:r w:rsidRPr="00790846">
              <w:rPr>
                <w:sz w:val="18"/>
                <w:szCs w:val="18"/>
              </w:rPr>
              <w:t>TradeGroup</w:t>
            </w:r>
            <w:bookmarkEnd w:id="4"/>
            <w:proofErr w:type="spellEnd"/>
          </w:p>
        </w:tc>
        <w:tc>
          <w:tcPr>
            <w:tcW w:w="1535" w:type="pct"/>
            <w:shd w:val="clear" w:color="auto" w:fill="FFFFFF"/>
          </w:tcPr>
          <w:p w14:paraId="05F18909" w14:textId="77777777" w:rsidR="00CF7A17" w:rsidRPr="00790846" w:rsidRDefault="00CF7A17" w:rsidP="0090010E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Вид сделки: T - обычная сделка, </w:t>
            </w:r>
            <w:r w:rsidRPr="00790846">
              <w:rPr>
                <w:sz w:val="18"/>
                <w:szCs w:val="18"/>
              </w:rPr>
              <w:br/>
              <w:t>S - сделка своп</w:t>
            </w:r>
          </w:p>
        </w:tc>
        <w:tc>
          <w:tcPr>
            <w:tcW w:w="396" w:type="pct"/>
            <w:shd w:val="clear" w:color="auto" w:fill="FFFFFF"/>
          </w:tcPr>
          <w:p w14:paraId="1E22C8D5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377F4D7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29CB05D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</w:t>
            </w:r>
          </w:p>
        </w:tc>
        <w:tc>
          <w:tcPr>
            <w:tcW w:w="454" w:type="pct"/>
            <w:shd w:val="clear" w:color="auto" w:fill="FFFFFF"/>
          </w:tcPr>
          <w:p w14:paraId="6CAC443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636AFFD0" w14:textId="77777777" w:rsidTr="0090010E">
        <w:tc>
          <w:tcPr>
            <w:tcW w:w="845" w:type="pct"/>
            <w:shd w:val="clear" w:color="auto" w:fill="FFFFFF"/>
          </w:tcPr>
          <w:p w14:paraId="3CE94CF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5D3A618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BuySell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23BBF13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Направление сделки B – Покупка S – Продажа</w:t>
            </w:r>
          </w:p>
        </w:tc>
        <w:tc>
          <w:tcPr>
            <w:tcW w:w="396" w:type="pct"/>
            <w:shd w:val="clear" w:color="auto" w:fill="FFFFFF"/>
          </w:tcPr>
          <w:p w14:paraId="7C22039A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3FF11A5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1F8D3F8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1-01</w:t>
            </w:r>
          </w:p>
        </w:tc>
        <w:tc>
          <w:tcPr>
            <w:tcW w:w="454" w:type="pct"/>
            <w:shd w:val="clear" w:color="auto" w:fill="FFFFFF"/>
          </w:tcPr>
          <w:p w14:paraId="08CAB41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A97B3EF" w14:textId="77777777" w:rsidTr="0090010E">
        <w:trPr>
          <w:trHeight w:val="127"/>
        </w:trPr>
        <w:tc>
          <w:tcPr>
            <w:tcW w:w="845" w:type="pct"/>
            <w:shd w:val="clear" w:color="auto" w:fill="FFFFFF"/>
          </w:tcPr>
          <w:p w14:paraId="1AE4B04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524B1B8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TradeDate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266B3F4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Дата заключения сделки</w:t>
            </w:r>
          </w:p>
        </w:tc>
        <w:tc>
          <w:tcPr>
            <w:tcW w:w="396" w:type="pct"/>
            <w:shd w:val="clear" w:color="auto" w:fill="FFFFFF"/>
          </w:tcPr>
          <w:p w14:paraId="7B66E2E6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351B918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7DAAF188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2200FA8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E314209" w14:textId="77777777" w:rsidTr="0090010E">
        <w:tc>
          <w:tcPr>
            <w:tcW w:w="845" w:type="pct"/>
            <w:shd w:val="clear" w:color="auto" w:fill="FFFFFF"/>
          </w:tcPr>
          <w:p w14:paraId="48DE95B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1E2268A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TradeTime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2916442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Время заключения сделки</w:t>
            </w:r>
          </w:p>
        </w:tc>
        <w:tc>
          <w:tcPr>
            <w:tcW w:w="396" w:type="pct"/>
            <w:shd w:val="clear" w:color="auto" w:fill="FFFFFF"/>
          </w:tcPr>
          <w:p w14:paraId="5640A84A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0984F3D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Time</w:t>
            </w:r>
          </w:p>
        </w:tc>
        <w:tc>
          <w:tcPr>
            <w:tcW w:w="341" w:type="pct"/>
            <w:shd w:val="clear" w:color="auto" w:fill="FFFFFF"/>
          </w:tcPr>
          <w:p w14:paraId="4C8BCB4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2A02883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7A80291D" w14:textId="77777777" w:rsidTr="0090010E">
        <w:tc>
          <w:tcPr>
            <w:tcW w:w="845" w:type="pct"/>
            <w:shd w:val="clear" w:color="auto" w:fill="FFFFFF"/>
          </w:tcPr>
          <w:p w14:paraId="02BF1DC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78E5175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TradeType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07BDD84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Тип сделки</w:t>
            </w:r>
          </w:p>
        </w:tc>
        <w:tc>
          <w:tcPr>
            <w:tcW w:w="396" w:type="pct"/>
            <w:shd w:val="clear" w:color="auto" w:fill="FFFFFF"/>
          </w:tcPr>
          <w:p w14:paraId="191EDAA9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4FB7481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45551A6E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</w:t>
            </w:r>
          </w:p>
        </w:tc>
        <w:tc>
          <w:tcPr>
            <w:tcW w:w="454" w:type="pct"/>
            <w:shd w:val="clear" w:color="auto" w:fill="FFFFFF"/>
          </w:tcPr>
          <w:p w14:paraId="6CE3CEC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79855110" w14:textId="77777777" w:rsidTr="0090010E">
        <w:tc>
          <w:tcPr>
            <w:tcW w:w="845" w:type="pct"/>
            <w:shd w:val="clear" w:color="auto" w:fill="FFFFFF"/>
          </w:tcPr>
          <w:p w14:paraId="21B63DB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76B4D6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Decimals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1A856F2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Число значимых знаков после запятой в курсе сделки (атрибут Price)</w:t>
            </w:r>
          </w:p>
        </w:tc>
        <w:tc>
          <w:tcPr>
            <w:tcW w:w="396" w:type="pct"/>
            <w:shd w:val="clear" w:color="auto" w:fill="FFFFFF"/>
          </w:tcPr>
          <w:p w14:paraId="0C058230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4A60113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FFFFFF"/>
          </w:tcPr>
          <w:p w14:paraId="6280C058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005FE29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4E1D461" w14:textId="77777777" w:rsidTr="0090010E">
        <w:tc>
          <w:tcPr>
            <w:tcW w:w="845" w:type="pct"/>
            <w:shd w:val="clear" w:color="auto" w:fill="FFFFFF"/>
          </w:tcPr>
          <w:p w14:paraId="0A83BD3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7AFEA62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Quantity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1638B801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Объем в валюте лота (в единицах валюты)</w:t>
            </w:r>
          </w:p>
        </w:tc>
        <w:tc>
          <w:tcPr>
            <w:tcW w:w="396" w:type="pct"/>
            <w:shd w:val="clear" w:color="auto" w:fill="FFFFFF"/>
          </w:tcPr>
          <w:p w14:paraId="18F7BAD5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72C74741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FFFFFF"/>
          </w:tcPr>
          <w:p w14:paraId="62058C8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09EE453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</w:t>
            </w:r>
          </w:p>
        </w:tc>
      </w:tr>
      <w:tr w:rsidR="00CF7A17" w:rsidRPr="00CF7A17" w14:paraId="40C1FA58" w14:textId="77777777" w:rsidTr="0090010E">
        <w:tc>
          <w:tcPr>
            <w:tcW w:w="845" w:type="pct"/>
            <w:shd w:val="clear" w:color="auto" w:fill="FFFFFF"/>
          </w:tcPr>
          <w:p w14:paraId="369D43B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4A3B78F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Value</w:t>
            </w:r>
          </w:p>
        </w:tc>
        <w:tc>
          <w:tcPr>
            <w:tcW w:w="1535" w:type="pct"/>
            <w:shd w:val="clear" w:color="auto" w:fill="FFFFFF"/>
          </w:tcPr>
          <w:p w14:paraId="669D032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Объем в сопряженной валюте</w:t>
            </w:r>
          </w:p>
        </w:tc>
        <w:tc>
          <w:tcPr>
            <w:tcW w:w="396" w:type="pct"/>
            <w:shd w:val="clear" w:color="auto" w:fill="FFFFFF"/>
          </w:tcPr>
          <w:p w14:paraId="308FFF49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1F416BD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FFFFFF"/>
          </w:tcPr>
          <w:p w14:paraId="2BD3B6A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7414104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</w:t>
            </w:r>
          </w:p>
        </w:tc>
      </w:tr>
      <w:tr w:rsidR="00CF7A17" w:rsidRPr="00CF7A17" w14:paraId="49ACE11D" w14:textId="77777777" w:rsidTr="0090010E">
        <w:tc>
          <w:tcPr>
            <w:tcW w:w="845" w:type="pct"/>
            <w:shd w:val="clear" w:color="auto" w:fill="FFFFFF"/>
          </w:tcPr>
          <w:p w14:paraId="6CADC76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1C8890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Price</w:t>
            </w:r>
          </w:p>
        </w:tc>
        <w:tc>
          <w:tcPr>
            <w:tcW w:w="1535" w:type="pct"/>
            <w:shd w:val="clear" w:color="auto" w:fill="FFFFFF"/>
          </w:tcPr>
          <w:p w14:paraId="653E734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Курс</w:t>
            </w:r>
          </w:p>
        </w:tc>
        <w:tc>
          <w:tcPr>
            <w:tcW w:w="396" w:type="pct"/>
            <w:shd w:val="clear" w:color="auto" w:fill="FFFFFF"/>
          </w:tcPr>
          <w:p w14:paraId="27D9C73C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68BD0B1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FFFFFF"/>
          </w:tcPr>
          <w:p w14:paraId="3760017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7926342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6</w:t>
            </w:r>
          </w:p>
        </w:tc>
      </w:tr>
      <w:tr w:rsidR="00CF7A17" w:rsidRPr="00CF7A17" w14:paraId="0FE9DA36" w14:textId="77777777" w:rsidTr="0090010E">
        <w:tc>
          <w:tcPr>
            <w:tcW w:w="845" w:type="pct"/>
            <w:shd w:val="clear" w:color="auto" w:fill="FFFFFF"/>
          </w:tcPr>
          <w:p w14:paraId="0845011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 </w:t>
            </w:r>
          </w:p>
        </w:tc>
        <w:tc>
          <w:tcPr>
            <w:tcW w:w="916" w:type="pct"/>
            <w:shd w:val="clear" w:color="auto" w:fill="FFFFFF"/>
          </w:tcPr>
          <w:p w14:paraId="5A46690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TrdAccId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5A37FD7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Код </w:t>
            </w:r>
            <w:r w:rsidR="0090010E">
              <w:rPr>
                <w:sz w:val="18"/>
                <w:szCs w:val="18"/>
              </w:rPr>
              <w:t>ТКР</w:t>
            </w:r>
          </w:p>
        </w:tc>
        <w:tc>
          <w:tcPr>
            <w:tcW w:w="396" w:type="pct"/>
            <w:shd w:val="clear" w:color="auto" w:fill="FFFFFF"/>
          </w:tcPr>
          <w:p w14:paraId="3102D854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5531E72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767DBEC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0-12</w:t>
            </w:r>
          </w:p>
        </w:tc>
        <w:tc>
          <w:tcPr>
            <w:tcW w:w="454" w:type="pct"/>
            <w:shd w:val="clear" w:color="auto" w:fill="FFFFFF"/>
          </w:tcPr>
          <w:p w14:paraId="510D8D1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 </w:t>
            </w:r>
          </w:p>
        </w:tc>
      </w:tr>
      <w:tr w:rsidR="00CF7A17" w:rsidRPr="00CF7A17" w14:paraId="01344A3B" w14:textId="77777777" w:rsidTr="0090010E">
        <w:tc>
          <w:tcPr>
            <w:tcW w:w="845" w:type="pct"/>
            <w:shd w:val="clear" w:color="auto" w:fill="FFFFFF"/>
          </w:tcPr>
          <w:p w14:paraId="196507F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53EF20A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ClientCode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17C3F6DE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Краткий код клиента</w:t>
            </w:r>
          </w:p>
        </w:tc>
        <w:tc>
          <w:tcPr>
            <w:tcW w:w="396" w:type="pct"/>
            <w:shd w:val="clear" w:color="auto" w:fill="FFFFFF"/>
          </w:tcPr>
          <w:p w14:paraId="53E25A78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2DB593C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29F3C9A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12</w:t>
            </w:r>
          </w:p>
        </w:tc>
        <w:tc>
          <w:tcPr>
            <w:tcW w:w="454" w:type="pct"/>
            <w:shd w:val="clear" w:color="auto" w:fill="FFFFFF"/>
          </w:tcPr>
          <w:p w14:paraId="088C15F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2EB1A344" w14:textId="77777777" w:rsidTr="0090010E">
        <w:tc>
          <w:tcPr>
            <w:tcW w:w="845" w:type="pct"/>
            <w:shd w:val="clear" w:color="auto" w:fill="FFFFFF"/>
          </w:tcPr>
          <w:p w14:paraId="4E10593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43AFA5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Details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45A25709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ИНН или № паспорта клиента</w:t>
            </w:r>
          </w:p>
        </w:tc>
        <w:tc>
          <w:tcPr>
            <w:tcW w:w="396" w:type="pct"/>
            <w:shd w:val="clear" w:color="auto" w:fill="FFFFFF"/>
          </w:tcPr>
          <w:p w14:paraId="7FF1CB08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7A06FF2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7977176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68CA29C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13538CB" w14:textId="77777777" w:rsidTr="0090010E">
        <w:tc>
          <w:tcPr>
            <w:tcW w:w="845" w:type="pct"/>
            <w:shd w:val="clear" w:color="auto" w:fill="FFFFFF"/>
          </w:tcPr>
          <w:p w14:paraId="6FD137B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4853B41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SubDetails</w:t>
            </w:r>
            <w:proofErr w:type="spellEnd"/>
          </w:p>
        </w:tc>
        <w:tc>
          <w:tcPr>
            <w:tcW w:w="1535" w:type="pct"/>
            <w:shd w:val="clear" w:color="auto" w:fill="FFFFFF"/>
          </w:tcPr>
          <w:p w14:paraId="4E31726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ИНН или № паспорта клиента </w:t>
            </w:r>
            <w:proofErr w:type="spellStart"/>
            <w:r w:rsidRPr="00790846">
              <w:rPr>
                <w:sz w:val="18"/>
                <w:szCs w:val="18"/>
              </w:rPr>
              <w:t>субброкера</w:t>
            </w:r>
            <w:proofErr w:type="spellEnd"/>
          </w:p>
        </w:tc>
        <w:tc>
          <w:tcPr>
            <w:tcW w:w="396" w:type="pct"/>
            <w:shd w:val="clear" w:color="auto" w:fill="FFFFFF"/>
          </w:tcPr>
          <w:p w14:paraId="59FEF09F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2461F2B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Character</w:t>
            </w:r>
            <w:proofErr w:type="spellEnd"/>
          </w:p>
        </w:tc>
        <w:tc>
          <w:tcPr>
            <w:tcW w:w="341" w:type="pct"/>
            <w:shd w:val="clear" w:color="auto" w:fill="FFFFFF"/>
          </w:tcPr>
          <w:p w14:paraId="5CA9CA2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78BCE1F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48025584" w14:textId="77777777" w:rsidTr="0090010E">
        <w:tc>
          <w:tcPr>
            <w:tcW w:w="845" w:type="pct"/>
            <w:shd w:val="clear" w:color="auto" w:fill="auto"/>
          </w:tcPr>
          <w:p w14:paraId="71D06DA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auto"/>
          </w:tcPr>
          <w:p w14:paraId="640AA7EF" w14:textId="77777777" w:rsidR="00CF7A17" w:rsidRPr="007F643C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F643C">
              <w:rPr>
                <w:sz w:val="18"/>
                <w:szCs w:val="18"/>
              </w:rPr>
              <w:t>TradeNoSrc</w:t>
            </w:r>
            <w:proofErr w:type="spellEnd"/>
          </w:p>
        </w:tc>
        <w:tc>
          <w:tcPr>
            <w:tcW w:w="1535" w:type="pct"/>
            <w:shd w:val="clear" w:color="auto" w:fill="auto"/>
          </w:tcPr>
          <w:p w14:paraId="07D9572A" w14:textId="77777777" w:rsidR="00CF7A17" w:rsidRPr="007F643C" w:rsidRDefault="00CF7A17" w:rsidP="00BB0E41">
            <w:pPr>
              <w:rPr>
                <w:sz w:val="18"/>
                <w:szCs w:val="18"/>
              </w:rPr>
            </w:pPr>
            <w:r w:rsidRPr="00DE1BA3">
              <w:rPr>
                <w:sz w:val="18"/>
                <w:szCs w:val="18"/>
              </w:rPr>
              <w:t xml:space="preserve">Номер исходной </w:t>
            </w:r>
            <w:r w:rsidR="00D81230" w:rsidRPr="00DE1BA3">
              <w:rPr>
                <w:sz w:val="18"/>
                <w:szCs w:val="18"/>
              </w:rPr>
              <w:t xml:space="preserve">(витринной) </w:t>
            </w:r>
            <w:r w:rsidRPr="00DE1BA3">
              <w:rPr>
                <w:sz w:val="18"/>
                <w:szCs w:val="18"/>
              </w:rPr>
              <w:t>сделки. Поле заполняется для сделок SWAP</w:t>
            </w:r>
            <w:r w:rsidR="00D81230" w:rsidRPr="00DE1BA3">
              <w:rPr>
                <w:sz w:val="18"/>
                <w:szCs w:val="18"/>
              </w:rPr>
              <w:t>, в том числе</w:t>
            </w:r>
            <w:r w:rsidRPr="00DE1BA3">
              <w:rPr>
                <w:sz w:val="18"/>
                <w:szCs w:val="18"/>
              </w:rPr>
              <w:t xml:space="preserve"> с перенесенной датой исполнения второй части.</w:t>
            </w:r>
          </w:p>
        </w:tc>
        <w:tc>
          <w:tcPr>
            <w:tcW w:w="396" w:type="pct"/>
            <w:shd w:val="clear" w:color="auto" w:fill="auto"/>
          </w:tcPr>
          <w:p w14:paraId="37F1A9D8" w14:textId="77777777" w:rsidR="00CF7A17" w:rsidRPr="00790846" w:rsidRDefault="00CF7A17" w:rsidP="00BB0E41">
            <w:pPr>
              <w:jc w:val="center"/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auto"/>
          </w:tcPr>
          <w:p w14:paraId="4D0D972A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41" w:type="pct"/>
            <w:shd w:val="clear" w:color="auto" w:fill="auto"/>
          </w:tcPr>
          <w:p w14:paraId="1D6CFBFA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54" w:type="pct"/>
            <w:shd w:val="clear" w:color="auto" w:fill="auto"/>
          </w:tcPr>
          <w:p w14:paraId="790B77DD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  <w:lang w:val="en-US"/>
              </w:rPr>
              <w:t>0</w:t>
            </w:r>
          </w:p>
        </w:tc>
      </w:tr>
      <w:tr w:rsidR="00CF7A17" w:rsidRPr="00CF7A17" w14:paraId="040021F9" w14:textId="77777777" w:rsidTr="0090010E">
        <w:tc>
          <w:tcPr>
            <w:tcW w:w="845" w:type="pct"/>
            <w:shd w:val="clear" w:color="auto" w:fill="auto"/>
          </w:tcPr>
          <w:p w14:paraId="1C97891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auto"/>
          </w:tcPr>
          <w:p w14:paraId="7C72EC8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proofErr w:type="spellStart"/>
            <w:r w:rsidRPr="00790846">
              <w:rPr>
                <w:sz w:val="18"/>
                <w:szCs w:val="18"/>
              </w:rPr>
              <w:t>OrderNo</w:t>
            </w:r>
            <w:proofErr w:type="spellEnd"/>
          </w:p>
        </w:tc>
        <w:tc>
          <w:tcPr>
            <w:tcW w:w="1535" w:type="pct"/>
            <w:shd w:val="clear" w:color="auto" w:fill="auto"/>
          </w:tcPr>
          <w:p w14:paraId="5FE9DC1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Номер </w:t>
            </w:r>
            <w:r w:rsidR="0090010E">
              <w:rPr>
                <w:sz w:val="18"/>
                <w:szCs w:val="18"/>
              </w:rPr>
              <w:t>заявки</w:t>
            </w:r>
          </w:p>
        </w:tc>
        <w:tc>
          <w:tcPr>
            <w:tcW w:w="396" w:type="pct"/>
            <w:shd w:val="clear" w:color="auto" w:fill="auto"/>
          </w:tcPr>
          <w:p w14:paraId="29ACB2AD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auto"/>
          </w:tcPr>
          <w:p w14:paraId="614F4E4B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auto"/>
          </w:tcPr>
          <w:p w14:paraId="3A7B7CF8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auto"/>
          </w:tcPr>
          <w:p w14:paraId="2E761B40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0</w:t>
            </w:r>
          </w:p>
        </w:tc>
      </w:tr>
      <w:tr w:rsidR="00CF7A17" w:rsidRPr="00CF7A17" w14:paraId="77678008" w14:textId="77777777" w:rsidTr="0090010E">
        <w:trPr>
          <w:trHeight w:val="60"/>
        </w:trPr>
        <w:tc>
          <w:tcPr>
            <w:tcW w:w="845" w:type="pct"/>
            <w:shd w:val="clear" w:color="auto" w:fill="BFBFBF"/>
          </w:tcPr>
          <w:p w14:paraId="1423F80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     /RECORDS</w:t>
            </w:r>
          </w:p>
        </w:tc>
        <w:tc>
          <w:tcPr>
            <w:tcW w:w="916" w:type="pct"/>
            <w:shd w:val="clear" w:color="auto" w:fill="BFBFBF"/>
          </w:tcPr>
          <w:p w14:paraId="42EE91E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555F828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4C1FB023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76B51DE8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1D493C6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1D9EFD48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72B5733" w14:textId="77777777" w:rsidTr="0090010E">
        <w:tc>
          <w:tcPr>
            <w:tcW w:w="845" w:type="pct"/>
            <w:shd w:val="clear" w:color="auto" w:fill="BFBFBF"/>
          </w:tcPr>
          <w:p w14:paraId="58A79AAE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   /CURRPAIR</w:t>
            </w:r>
          </w:p>
        </w:tc>
        <w:tc>
          <w:tcPr>
            <w:tcW w:w="916" w:type="pct"/>
            <w:shd w:val="clear" w:color="auto" w:fill="BFBFBF"/>
          </w:tcPr>
          <w:p w14:paraId="30E5F515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00F7E16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408DE2F0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1E47DA7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4595054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00F7A2C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E4F8DD2" w14:textId="77777777" w:rsidTr="0090010E">
        <w:tc>
          <w:tcPr>
            <w:tcW w:w="845" w:type="pct"/>
            <w:shd w:val="clear" w:color="auto" w:fill="BFBFBF"/>
          </w:tcPr>
          <w:p w14:paraId="14BD02E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916" w:type="pct"/>
            <w:shd w:val="clear" w:color="auto" w:fill="BFBFBF"/>
          </w:tcPr>
          <w:p w14:paraId="3224AF15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445D92B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54D176E0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02CA62C5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293BC88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7589B0C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25B326D" w14:textId="77777777" w:rsidTr="0090010E">
        <w:tc>
          <w:tcPr>
            <w:tcW w:w="845" w:type="pct"/>
            <w:shd w:val="clear" w:color="auto" w:fill="BFBFBF"/>
          </w:tcPr>
          <w:p w14:paraId="0D008EB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/CCX03</w:t>
            </w:r>
          </w:p>
        </w:tc>
        <w:tc>
          <w:tcPr>
            <w:tcW w:w="916" w:type="pct"/>
            <w:shd w:val="clear" w:color="auto" w:fill="BFBFBF"/>
          </w:tcPr>
          <w:p w14:paraId="69703C7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11CC018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5A63C4FA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40888D5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51A38A1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09F475E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2FB46127" w14:textId="77777777" w:rsidTr="0090010E">
        <w:tc>
          <w:tcPr>
            <w:tcW w:w="845" w:type="pct"/>
            <w:shd w:val="clear" w:color="auto" w:fill="BFBFBF"/>
          </w:tcPr>
          <w:p w14:paraId="7FAA327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/</w:t>
            </w:r>
            <w:r w:rsidR="009A1B84">
              <w:rPr>
                <w:sz w:val="18"/>
                <w:szCs w:val="18"/>
                <w:lang w:val="en-US"/>
              </w:rPr>
              <w:t>EFIS</w:t>
            </w:r>
            <w:r w:rsidR="00B52F0C">
              <w:rPr>
                <w:sz w:val="18"/>
                <w:szCs w:val="18"/>
                <w:lang w:val="en-US"/>
              </w:rPr>
              <w:t>_</w:t>
            </w:r>
            <w:r w:rsidRPr="00790846">
              <w:rPr>
                <w:sz w:val="18"/>
                <w:szCs w:val="18"/>
              </w:rPr>
              <w:t>DOC</w:t>
            </w:r>
          </w:p>
        </w:tc>
        <w:tc>
          <w:tcPr>
            <w:tcW w:w="916" w:type="pct"/>
            <w:shd w:val="clear" w:color="auto" w:fill="BFBFBF"/>
          </w:tcPr>
          <w:p w14:paraId="3F5F329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422575B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3222E985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0065519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49F798C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3AAD9185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</w:tbl>
    <w:p w14:paraId="35FFD3BC" w14:textId="77777777" w:rsidR="004F25FE" w:rsidRDefault="004F25FE">
      <w:pPr>
        <w:rPr>
          <w:sz w:val="18"/>
          <w:szCs w:val="18"/>
        </w:rPr>
      </w:pPr>
    </w:p>
    <w:sectPr w:rsidR="004F25FE" w:rsidSect="00790846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5771" w14:textId="77777777" w:rsidR="000650B8" w:rsidRDefault="000650B8">
      <w:r>
        <w:separator/>
      </w:r>
    </w:p>
  </w:endnote>
  <w:endnote w:type="continuationSeparator" w:id="0">
    <w:p w14:paraId="0B469521" w14:textId="77777777" w:rsidR="000650B8" w:rsidRDefault="0006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D5B61" w14:textId="77777777" w:rsidR="000650B8" w:rsidRDefault="000650B8">
      <w:r>
        <w:separator/>
      </w:r>
    </w:p>
  </w:footnote>
  <w:footnote w:type="continuationSeparator" w:id="0">
    <w:p w14:paraId="6453D793" w14:textId="77777777" w:rsidR="000650B8" w:rsidRDefault="00065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E7B99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proofErr w:type="gramStart"/>
    <w:r w:rsidRPr="00934967">
      <w:rPr>
        <w:sz w:val="22"/>
        <w:szCs w:val="22"/>
      </w:rPr>
      <w:t xml:space="preserve">Приложение </w:t>
    </w:r>
    <w:r w:rsidR="00736514">
      <w:rPr>
        <w:sz w:val="22"/>
        <w:szCs w:val="22"/>
      </w:rPr>
      <w:t> </w:t>
    </w:r>
    <w:r w:rsidR="00AC7DE1">
      <w:rPr>
        <w:sz w:val="22"/>
        <w:szCs w:val="22"/>
      </w:rPr>
      <w:t>31.1</w:t>
    </w:r>
    <w:proofErr w:type="gramEnd"/>
    <w:r w:rsidR="00AC7DE1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ЦК</w:t>
    </w:r>
    <w:r w:rsidR="009A1B84">
      <w:rPr>
        <w:sz w:val="22"/>
        <w:szCs w:val="22"/>
      </w:rPr>
      <w:t xml:space="preserve"> «ЭФИР»</w:t>
    </w:r>
    <w:r w:rsidR="00736514">
      <w:rPr>
        <w:sz w:val="22"/>
        <w:szCs w:val="22"/>
      </w:rPr>
      <w:t xml:space="preserve"> (АО)</w:t>
    </w:r>
  </w:p>
  <w:p w14:paraId="0CA8AA6D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133AA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</w:t>
    </w:r>
    <w:r w:rsidR="00DC224D">
      <w:rPr>
        <w:sz w:val="22"/>
        <w:szCs w:val="22"/>
      </w:rPr>
      <w:t> </w:t>
    </w:r>
    <w:r w:rsidR="00686FBF">
      <w:rPr>
        <w:sz w:val="22"/>
        <w:szCs w:val="22"/>
      </w:rPr>
      <w:t xml:space="preserve">31.1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ЦК</w:t>
    </w:r>
    <w:r w:rsidR="009A1B84">
      <w:rPr>
        <w:sz w:val="22"/>
        <w:szCs w:val="22"/>
      </w:rPr>
      <w:t xml:space="preserve"> «ЭФИР»</w:t>
    </w:r>
    <w:r w:rsidR="00DC224D">
      <w:rPr>
        <w:sz w:val="22"/>
        <w:szCs w:val="22"/>
      </w:rPr>
      <w:t xml:space="preserve">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53BB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6B7"/>
    <w:rsid w:val="000650B8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9032E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2AFE"/>
    <w:rsid w:val="00103187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47DC7"/>
    <w:rsid w:val="00152441"/>
    <w:rsid w:val="00164857"/>
    <w:rsid w:val="0017006D"/>
    <w:rsid w:val="00172B5B"/>
    <w:rsid w:val="00175534"/>
    <w:rsid w:val="00183B17"/>
    <w:rsid w:val="00184A89"/>
    <w:rsid w:val="00187619"/>
    <w:rsid w:val="001876F0"/>
    <w:rsid w:val="00192038"/>
    <w:rsid w:val="001A44EC"/>
    <w:rsid w:val="001A76B6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E6D85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57BCB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9734E"/>
    <w:rsid w:val="002A0130"/>
    <w:rsid w:val="002A1AAF"/>
    <w:rsid w:val="002A337A"/>
    <w:rsid w:val="002A6AAF"/>
    <w:rsid w:val="002B03C1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2959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626E"/>
    <w:rsid w:val="003607F2"/>
    <w:rsid w:val="0036416A"/>
    <w:rsid w:val="003667BA"/>
    <w:rsid w:val="00370D54"/>
    <w:rsid w:val="0037426C"/>
    <w:rsid w:val="00380B39"/>
    <w:rsid w:val="003824A8"/>
    <w:rsid w:val="0038339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2ED6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40D"/>
    <w:rsid w:val="0049162D"/>
    <w:rsid w:val="00494211"/>
    <w:rsid w:val="004A0B84"/>
    <w:rsid w:val="004A468F"/>
    <w:rsid w:val="004A5363"/>
    <w:rsid w:val="004A5EED"/>
    <w:rsid w:val="004B3055"/>
    <w:rsid w:val="004B4A25"/>
    <w:rsid w:val="004B5060"/>
    <w:rsid w:val="004B61C0"/>
    <w:rsid w:val="004B6DC4"/>
    <w:rsid w:val="004C037D"/>
    <w:rsid w:val="004C1741"/>
    <w:rsid w:val="004C1B5F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202FB"/>
    <w:rsid w:val="00520D6C"/>
    <w:rsid w:val="00523B7D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6D93"/>
    <w:rsid w:val="005A124D"/>
    <w:rsid w:val="005A27BA"/>
    <w:rsid w:val="005A4D2A"/>
    <w:rsid w:val="005A7248"/>
    <w:rsid w:val="005B0700"/>
    <w:rsid w:val="005B1C20"/>
    <w:rsid w:val="005B3D3D"/>
    <w:rsid w:val="005B54E5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25D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86FBF"/>
    <w:rsid w:val="00694144"/>
    <w:rsid w:val="00695465"/>
    <w:rsid w:val="006963ED"/>
    <w:rsid w:val="00696F31"/>
    <w:rsid w:val="006A0B41"/>
    <w:rsid w:val="006A0C12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866"/>
    <w:rsid w:val="006C6205"/>
    <w:rsid w:val="006D0D5E"/>
    <w:rsid w:val="006D3259"/>
    <w:rsid w:val="006D3749"/>
    <w:rsid w:val="006D65F0"/>
    <w:rsid w:val="006E38DF"/>
    <w:rsid w:val="006F20D5"/>
    <w:rsid w:val="006F7417"/>
    <w:rsid w:val="00700241"/>
    <w:rsid w:val="0070260C"/>
    <w:rsid w:val="007135B4"/>
    <w:rsid w:val="00714B8B"/>
    <w:rsid w:val="00715872"/>
    <w:rsid w:val="007167C1"/>
    <w:rsid w:val="00724009"/>
    <w:rsid w:val="007243FE"/>
    <w:rsid w:val="00727E28"/>
    <w:rsid w:val="00734839"/>
    <w:rsid w:val="007359FD"/>
    <w:rsid w:val="00736514"/>
    <w:rsid w:val="007466D5"/>
    <w:rsid w:val="007477AE"/>
    <w:rsid w:val="00752C38"/>
    <w:rsid w:val="00754D8A"/>
    <w:rsid w:val="00755211"/>
    <w:rsid w:val="00771C04"/>
    <w:rsid w:val="00772B51"/>
    <w:rsid w:val="0077426A"/>
    <w:rsid w:val="0077433A"/>
    <w:rsid w:val="0077626C"/>
    <w:rsid w:val="00780A49"/>
    <w:rsid w:val="007847A2"/>
    <w:rsid w:val="00790846"/>
    <w:rsid w:val="00790DC6"/>
    <w:rsid w:val="0079511C"/>
    <w:rsid w:val="007971E7"/>
    <w:rsid w:val="007A2AD3"/>
    <w:rsid w:val="007B3FEE"/>
    <w:rsid w:val="007B5FC7"/>
    <w:rsid w:val="007B6125"/>
    <w:rsid w:val="007C2607"/>
    <w:rsid w:val="007C3A54"/>
    <w:rsid w:val="007D3171"/>
    <w:rsid w:val="007D4AF1"/>
    <w:rsid w:val="007D4BDE"/>
    <w:rsid w:val="007E06A9"/>
    <w:rsid w:val="007E68B7"/>
    <w:rsid w:val="007F07A5"/>
    <w:rsid w:val="007F0BC6"/>
    <w:rsid w:val="007F0D70"/>
    <w:rsid w:val="007F3F7C"/>
    <w:rsid w:val="007F643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4153"/>
    <w:rsid w:val="0087747A"/>
    <w:rsid w:val="00881849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10E"/>
    <w:rsid w:val="009003E4"/>
    <w:rsid w:val="00911560"/>
    <w:rsid w:val="009160E5"/>
    <w:rsid w:val="00922B6B"/>
    <w:rsid w:val="0092325C"/>
    <w:rsid w:val="0092517B"/>
    <w:rsid w:val="00926718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5AA3"/>
    <w:rsid w:val="009772C4"/>
    <w:rsid w:val="0097794C"/>
    <w:rsid w:val="00977B51"/>
    <w:rsid w:val="00982618"/>
    <w:rsid w:val="00985506"/>
    <w:rsid w:val="00993B77"/>
    <w:rsid w:val="009A1450"/>
    <w:rsid w:val="009A192D"/>
    <w:rsid w:val="009A1B84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D7A97"/>
    <w:rsid w:val="009E0D57"/>
    <w:rsid w:val="009E1360"/>
    <w:rsid w:val="009E4CAA"/>
    <w:rsid w:val="009F02FF"/>
    <w:rsid w:val="009F055E"/>
    <w:rsid w:val="009F0619"/>
    <w:rsid w:val="009F2A8C"/>
    <w:rsid w:val="009F3BC5"/>
    <w:rsid w:val="009F474B"/>
    <w:rsid w:val="009F56C7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1AD"/>
    <w:rsid w:val="00A557E2"/>
    <w:rsid w:val="00A56E69"/>
    <w:rsid w:val="00A5790C"/>
    <w:rsid w:val="00A60D3F"/>
    <w:rsid w:val="00A62763"/>
    <w:rsid w:val="00A63982"/>
    <w:rsid w:val="00A65FD2"/>
    <w:rsid w:val="00A662E1"/>
    <w:rsid w:val="00A7299C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B32FC"/>
    <w:rsid w:val="00AC14E3"/>
    <w:rsid w:val="00AC7DE1"/>
    <w:rsid w:val="00AE4DD3"/>
    <w:rsid w:val="00AE56AA"/>
    <w:rsid w:val="00AE61AA"/>
    <w:rsid w:val="00AF0245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374EB"/>
    <w:rsid w:val="00B43425"/>
    <w:rsid w:val="00B441C4"/>
    <w:rsid w:val="00B457DE"/>
    <w:rsid w:val="00B457F7"/>
    <w:rsid w:val="00B477CE"/>
    <w:rsid w:val="00B523AA"/>
    <w:rsid w:val="00B52F0C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03EB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1454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403F"/>
    <w:rsid w:val="00C154A1"/>
    <w:rsid w:val="00C16B41"/>
    <w:rsid w:val="00C21140"/>
    <w:rsid w:val="00C212F3"/>
    <w:rsid w:val="00C31258"/>
    <w:rsid w:val="00C31511"/>
    <w:rsid w:val="00C36255"/>
    <w:rsid w:val="00C374A6"/>
    <w:rsid w:val="00C42672"/>
    <w:rsid w:val="00C44CCE"/>
    <w:rsid w:val="00C4631C"/>
    <w:rsid w:val="00C50813"/>
    <w:rsid w:val="00C534E6"/>
    <w:rsid w:val="00C5611D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B2E43"/>
    <w:rsid w:val="00CC5EBE"/>
    <w:rsid w:val="00CD0C23"/>
    <w:rsid w:val="00CD12D1"/>
    <w:rsid w:val="00CD7C09"/>
    <w:rsid w:val="00CE3B51"/>
    <w:rsid w:val="00CE6181"/>
    <w:rsid w:val="00CF7A17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6039A"/>
    <w:rsid w:val="00D6188C"/>
    <w:rsid w:val="00D6627B"/>
    <w:rsid w:val="00D67BFA"/>
    <w:rsid w:val="00D74E38"/>
    <w:rsid w:val="00D81230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E1BA3"/>
    <w:rsid w:val="00DE5787"/>
    <w:rsid w:val="00DF2736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7F84"/>
    <w:rsid w:val="00E416F2"/>
    <w:rsid w:val="00E42986"/>
    <w:rsid w:val="00E4395F"/>
    <w:rsid w:val="00E45820"/>
    <w:rsid w:val="00E47564"/>
    <w:rsid w:val="00E47710"/>
    <w:rsid w:val="00E526AB"/>
    <w:rsid w:val="00E5745D"/>
    <w:rsid w:val="00E57DB2"/>
    <w:rsid w:val="00E61874"/>
    <w:rsid w:val="00E63AA2"/>
    <w:rsid w:val="00E6788D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68E"/>
    <w:rsid w:val="00E97B46"/>
    <w:rsid w:val="00EA3F95"/>
    <w:rsid w:val="00EA498B"/>
    <w:rsid w:val="00EB2E9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38E1"/>
    <w:rsid w:val="00EF5D78"/>
    <w:rsid w:val="00F0286F"/>
    <w:rsid w:val="00F05BA4"/>
    <w:rsid w:val="00F13C7C"/>
    <w:rsid w:val="00F146AC"/>
    <w:rsid w:val="00F1477F"/>
    <w:rsid w:val="00F15796"/>
    <w:rsid w:val="00F27D88"/>
    <w:rsid w:val="00F3301F"/>
    <w:rsid w:val="00F41449"/>
    <w:rsid w:val="00F42BCC"/>
    <w:rsid w:val="00F53C46"/>
    <w:rsid w:val="00F54F33"/>
    <w:rsid w:val="00F55D9D"/>
    <w:rsid w:val="00F573C3"/>
    <w:rsid w:val="00F620EE"/>
    <w:rsid w:val="00F626CA"/>
    <w:rsid w:val="00F62818"/>
    <w:rsid w:val="00F65ECE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E2DFC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4186E4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распоряжения.dot</Template>
  <TotalTime>0</TotalTime>
  <Pages>3</Pages>
  <Words>526</Words>
  <Characters>3541</Characters>
  <Application>Microsoft Office Word</Application>
  <DocSecurity>0</DocSecurity>
  <Lines>153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2</cp:revision>
  <cp:lastPrinted>2023-01-26T07:01:00Z</cp:lastPrinted>
  <dcterms:created xsi:type="dcterms:W3CDTF">2025-12-11T13:55:00Z</dcterms:created>
  <dcterms:modified xsi:type="dcterms:W3CDTF">2025-12-12T12:59:00Z</dcterms:modified>
</cp:coreProperties>
</file>